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F58EA" w:rsidR="006E5D65" w:rsidP="4F52CBFE" w:rsidRDefault="00997F14" w14:paraId="47764600" w14:textId="040E675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F52CBFE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52CBFE" w:rsidR="00D8678B">
        <w:rPr>
          <w:rFonts w:ascii="Corbel" w:hAnsi="Corbel"/>
          <w:i w:val="1"/>
          <w:iCs w:val="1"/>
        </w:rPr>
        <w:t xml:space="preserve">Załącznik nr </w:t>
      </w:r>
      <w:r w:rsidRPr="4F52CBFE" w:rsidR="006F31E2">
        <w:rPr>
          <w:rFonts w:ascii="Corbel" w:hAnsi="Corbel"/>
          <w:i w:val="1"/>
          <w:iCs w:val="1"/>
        </w:rPr>
        <w:t>1.5</w:t>
      </w:r>
      <w:r w:rsidRPr="4F52CBFE" w:rsidR="00D8678B">
        <w:rPr>
          <w:rFonts w:ascii="Corbel" w:hAnsi="Corbel"/>
          <w:i w:val="1"/>
          <w:iCs w:val="1"/>
        </w:rPr>
        <w:t xml:space="preserve"> do Zarządzenia</w:t>
      </w:r>
      <w:r w:rsidRPr="4F52CBFE" w:rsidR="002A22BF">
        <w:rPr>
          <w:rFonts w:ascii="Corbel" w:hAnsi="Corbel"/>
          <w:i w:val="1"/>
          <w:iCs w:val="1"/>
        </w:rPr>
        <w:t xml:space="preserve"> Rektora </w:t>
      </w:r>
      <w:r w:rsidRPr="4F52CBFE" w:rsidR="002A22BF">
        <w:rPr>
          <w:rFonts w:ascii="Corbel" w:hAnsi="Corbel"/>
          <w:i w:val="1"/>
          <w:iCs w:val="1"/>
        </w:rPr>
        <w:t xml:space="preserve">UR </w:t>
      </w:r>
      <w:r w:rsidRPr="4F52CBFE" w:rsidR="00CD6897">
        <w:rPr>
          <w:rFonts w:ascii="Corbel" w:hAnsi="Corbel"/>
          <w:i w:val="1"/>
          <w:iCs w:val="1"/>
        </w:rPr>
        <w:t>nr</w:t>
      </w:r>
      <w:r w:rsidRPr="4F52CBFE" w:rsidR="00CD6897">
        <w:rPr>
          <w:rFonts w:ascii="Corbel" w:hAnsi="Corbel"/>
          <w:i w:val="1"/>
          <w:iCs w:val="1"/>
        </w:rPr>
        <w:t xml:space="preserve"> </w:t>
      </w:r>
      <w:r w:rsidRPr="4F52CBFE" w:rsidR="00F17567">
        <w:rPr>
          <w:rFonts w:ascii="Corbel" w:hAnsi="Corbel"/>
          <w:i w:val="1"/>
          <w:iCs w:val="1"/>
        </w:rPr>
        <w:t>12/2019</w:t>
      </w:r>
    </w:p>
    <w:p w:rsidRPr="005F58EA" w:rsidR="0085747A" w:rsidP="009C54AE" w:rsidRDefault="0085747A" w14:paraId="1F683C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58EA">
        <w:rPr>
          <w:rFonts w:ascii="Corbel" w:hAnsi="Corbel"/>
          <w:b/>
          <w:smallCaps/>
          <w:sz w:val="24"/>
          <w:szCs w:val="24"/>
        </w:rPr>
        <w:t>SYLABUS</w:t>
      </w:r>
    </w:p>
    <w:p w:rsidRPr="005F58EA" w:rsidR="0085747A" w:rsidP="00EA4832" w:rsidRDefault="0071620A" w14:paraId="7CEF7EEB" w14:textId="0CBDD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58EA">
        <w:rPr>
          <w:rFonts w:ascii="Corbel" w:hAnsi="Corbel"/>
          <w:b/>
          <w:smallCaps/>
          <w:sz w:val="24"/>
          <w:szCs w:val="24"/>
        </w:rPr>
        <w:t>dotyczy cyklu kształcenia</w:t>
      </w:r>
      <w:r w:rsidRPr="005F58EA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6755" w:id="0"/>
      <w:r w:rsidRPr="005F58EA" w:rsidR="00A35A26">
        <w:rPr>
          <w:rFonts w:ascii="Corbel" w:hAnsi="Corbel"/>
          <w:i/>
          <w:smallCaps/>
          <w:sz w:val="24"/>
          <w:szCs w:val="24"/>
        </w:rPr>
        <w:t>2022/2023</w:t>
      </w:r>
      <w:r w:rsidRPr="005F58EA" w:rsidR="001D7914">
        <w:rPr>
          <w:rFonts w:ascii="Corbel" w:hAnsi="Corbel"/>
          <w:i/>
          <w:smallCaps/>
          <w:sz w:val="24"/>
          <w:szCs w:val="24"/>
        </w:rPr>
        <w:t xml:space="preserve"> – 2023/2024</w:t>
      </w:r>
    </w:p>
    <w:p w:rsidRPr="005F58EA" w:rsidR="0085747A" w:rsidP="00EA4832" w:rsidRDefault="00EA4832" w14:paraId="0AE4F02A" w14:textId="55C9E1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F52CBFE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4F52CBFE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F52CBFE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F52CBFE" w:rsidR="0085747A">
        <w:rPr>
          <w:rFonts w:ascii="Corbel" w:hAnsi="Corbel"/>
          <w:sz w:val="20"/>
          <w:szCs w:val="20"/>
        </w:rPr>
        <w:t>)</w:t>
      </w:r>
    </w:p>
    <w:p w:rsidRPr="005F58EA" w:rsidR="00445970" w:rsidP="4F52CBFE" w:rsidRDefault="00445970" w14:paraId="0BDE393A" w14:textId="3BF08D24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5F58EA">
        <w:rPr>
          <w:rFonts w:ascii="Corbel" w:hAnsi="Corbel"/>
          <w:sz w:val="20"/>
          <w:szCs w:val="20"/>
        </w:rPr>
        <w:tab/>
      </w:r>
      <w:r w:rsidRPr="005F58EA">
        <w:rPr>
          <w:rFonts w:ascii="Corbel" w:hAnsi="Corbel"/>
          <w:sz w:val="20"/>
          <w:szCs w:val="20"/>
        </w:rPr>
        <w:tab/>
      </w:r>
      <w:r w:rsidRPr="005F58EA">
        <w:rPr>
          <w:rFonts w:ascii="Corbel" w:hAnsi="Corbel"/>
          <w:sz w:val="20"/>
          <w:szCs w:val="20"/>
        </w:rPr>
        <w:tab/>
      </w:r>
      <w:r w:rsidRPr="005F58EA">
        <w:rPr>
          <w:rFonts w:ascii="Corbel" w:hAnsi="Corbel"/>
          <w:sz w:val="20"/>
          <w:szCs w:val="20"/>
        </w:rPr>
        <w:tab/>
      </w:r>
      <w:r w:rsidRPr="005F58EA" w:rsidR="00445970">
        <w:rPr>
          <w:rFonts w:ascii="Corbel" w:hAnsi="Corbel"/>
          <w:sz w:val="20"/>
          <w:szCs w:val="20"/>
        </w:rPr>
        <w:t xml:space="preserve">Rok akademicki </w:t>
      </w:r>
      <w:r w:rsidRPr="005F58EA" w:rsidR="00A35A26">
        <w:rPr>
          <w:rFonts w:ascii="Corbel" w:hAnsi="Corbel"/>
          <w:sz w:val="20"/>
          <w:szCs w:val="20"/>
        </w:rPr>
        <w:t>202</w:t>
      </w:r>
      <w:r w:rsidRPr="005F58EA" w:rsidR="001D7914">
        <w:rPr>
          <w:rFonts w:ascii="Corbel" w:hAnsi="Corbel"/>
          <w:sz w:val="20"/>
          <w:szCs w:val="20"/>
        </w:rPr>
        <w:t>3</w:t>
      </w:r>
      <w:r w:rsidRPr="005F58EA" w:rsidR="00A35A26">
        <w:rPr>
          <w:rFonts w:ascii="Corbel" w:hAnsi="Corbel"/>
          <w:sz w:val="20"/>
          <w:szCs w:val="20"/>
        </w:rPr>
        <w:t>/202</w:t>
      </w:r>
      <w:r w:rsidRPr="005F58EA" w:rsidR="001D7914">
        <w:rPr>
          <w:rFonts w:ascii="Corbel" w:hAnsi="Corbel"/>
          <w:sz w:val="20"/>
          <w:szCs w:val="20"/>
        </w:rPr>
        <w:t>4</w:t>
      </w:r>
    </w:p>
    <w:bookmarkEnd w:id="0"/>
    <w:p w:rsidRPr="005F58EA" w:rsidR="0085747A" w:rsidP="009C54AE" w:rsidRDefault="0085747A" w14:paraId="674621D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F58EA" w:rsidR="0085747A" w:rsidP="009C54AE" w:rsidRDefault="0071620A" w14:paraId="088DF3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F58EA">
        <w:rPr>
          <w:rFonts w:ascii="Corbel" w:hAnsi="Corbel"/>
          <w:szCs w:val="24"/>
        </w:rPr>
        <w:t xml:space="preserve">1. </w:t>
      </w:r>
      <w:r w:rsidRPr="005F58EA" w:rsidR="0085747A">
        <w:rPr>
          <w:rFonts w:ascii="Corbel" w:hAnsi="Corbel"/>
          <w:szCs w:val="24"/>
        </w:rPr>
        <w:t xml:space="preserve">Podstawowe </w:t>
      </w:r>
      <w:r w:rsidRPr="005F58E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F58EA" w:rsidR="005F58EA" w:rsidTr="498B522C" w14:paraId="1C13DFF5" w14:textId="77777777">
        <w:tc>
          <w:tcPr>
            <w:tcW w:w="2694" w:type="dxa"/>
            <w:tcMar/>
            <w:vAlign w:val="center"/>
          </w:tcPr>
          <w:p w:rsidRPr="005F58EA" w:rsidR="0085747A" w:rsidP="009C54AE" w:rsidRDefault="00C05F44" w14:paraId="48B6E1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F58EA" w:rsidR="0085747A" w:rsidP="498B522C" w:rsidRDefault="00A35A26" w14:paraId="2AFBE1D8" w14:textId="2E4C9378" w14:noSpellErr="1">
            <w:pPr>
              <w:spacing w:after="0" w:line="240" w:lineRule="auto"/>
              <w:rPr>
                <w:rFonts w:cs="Calibri"/>
                <w:b w:val="1"/>
                <w:bCs w:val="1"/>
                <w:lang w:eastAsia="pl-PL"/>
              </w:rPr>
            </w:pPr>
            <w:r w:rsidRPr="498B522C" w:rsidR="00A35A26">
              <w:rPr>
                <w:rFonts w:cs="Calibri"/>
                <w:b w:val="1"/>
                <w:bCs w:val="1"/>
              </w:rPr>
              <w:t xml:space="preserve">Gospodarowanie nieruchomościami </w:t>
            </w:r>
          </w:p>
        </w:tc>
      </w:tr>
      <w:tr w:rsidRPr="005F58EA" w:rsidR="005F58EA" w:rsidTr="498B522C" w14:paraId="325E745B" w14:textId="77777777">
        <w:tc>
          <w:tcPr>
            <w:tcW w:w="2694" w:type="dxa"/>
            <w:tcMar/>
            <w:vAlign w:val="center"/>
          </w:tcPr>
          <w:p w:rsidRPr="005F58EA" w:rsidR="0085747A" w:rsidP="009C54AE" w:rsidRDefault="00C05F44" w14:paraId="41836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Kod przedmiotu</w:t>
            </w:r>
            <w:r w:rsidRPr="005F58E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F58EA" w:rsidR="0085747A" w:rsidP="00A35A26" w:rsidRDefault="00A35A26" w14:paraId="6A28980F" w14:textId="321C6A1C">
            <w:pPr>
              <w:spacing w:after="0" w:line="240" w:lineRule="auto"/>
              <w:rPr>
                <w:rFonts w:cs="Calibri"/>
                <w:lang w:eastAsia="pl-PL"/>
              </w:rPr>
            </w:pPr>
            <w:r w:rsidRPr="005F58EA">
              <w:rPr>
                <w:rFonts w:cs="Calibri"/>
              </w:rPr>
              <w:t>A2SO47</w:t>
            </w:r>
          </w:p>
        </w:tc>
      </w:tr>
      <w:tr w:rsidRPr="005F58EA" w:rsidR="005F58EA" w:rsidTr="498B522C" w14:paraId="01074105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6CA299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498B522C" w:rsidRDefault="00A35A26" w14:paraId="34D596CF" w14:textId="15668EB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98B522C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498B522C" w:rsidR="001D791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5F58EA" w:rsidR="005F58EA" w:rsidTr="498B522C" w14:paraId="71C2BC76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0E560A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498B522C" w:rsidRDefault="0031779F" w14:paraId="15E4489F" w14:textId="3FD643A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98B522C" w:rsidR="229C214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498B522C" w:rsidR="0031779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Z</w:t>
            </w:r>
            <w:r w:rsidRPr="498B522C" w:rsidR="00A93FB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akład Prawa Administracyjnego i Postępowania Administracyjnego</w:t>
            </w:r>
          </w:p>
        </w:tc>
      </w:tr>
      <w:tr w:rsidRPr="005F58EA" w:rsidR="005F58EA" w:rsidTr="498B522C" w14:paraId="794AEB62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56C4E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00A35A26" w:rsidRDefault="00A35A26" w14:paraId="5A1F2E95" w14:textId="760B0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Pr="005F58EA" w:rsidR="00194879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Pr="005F58EA" w:rsidR="005F58EA" w:rsidTr="498B522C" w14:paraId="02AB5364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4A3505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00A35A26" w:rsidRDefault="00194879" w14:paraId="6F3295D7" w14:textId="32F3FB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Pr="005F58EA" w:rsidR="005F58EA" w:rsidTr="498B522C" w14:paraId="0CDC0920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01AAE7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00A35A26" w:rsidRDefault="00A35A26" w14:paraId="1483518B" w14:textId="11401D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Pr="005F58EA" w:rsidR="005F58EA" w:rsidTr="498B522C" w14:paraId="18F674BF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7056D5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00A35A26" w:rsidRDefault="00A35A26" w14:paraId="4E43C557" w14:textId="63CAE7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5F58EA" w:rsidR="005F58EA" w:rsidTr="498B522C" w14:paraId="3D1DD2A3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41E98A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498B522C" w:rsidRDefault="00A35A26" w14:paraId="3775CBF2" w14:textId="4825DBC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98B522C" w:rsidR="00A35A2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Pr="005F58EA" w:rsidR="005F58EA" w:rsidTr="498B522C" w14:paraId="1E0E0800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3C269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498B522C" w:rsidRDefault="0031779F" w14:paraId="301E862C" w14:textId="215A0BE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498B522C" w:rsidR="40A0F8DD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5F58EA" w:rsidR="005F58EA" w:rsidTr="498B522C" w14:paraId="7B6E123D" w14:textId="77777777">
        <w:tc>
          <w:tcPr>
            <w:tcW w:w="2694" w:type="dxa"/>
            <w:tcMar/>
            <w:vAlign w:val="center"/>
          </w:tcPr>
          <w:p w:rsidRPr="005F58EA" w:rsidR="00A35A26" w:rsidP="00A35A26" w:rsidRDefault="00A35A26" w14:paraId="1B559C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5F58EA" w:rsidR="00A35A26" w:rsidP="00A35A26" w:rsidRDefault="00A35A26" w14:paraId="3E5FC750" w14:textId="7AECC9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5F58EA" w:rsidR="005F58EA" w:rsidTr="498B522C" w14:paraId="5DEAC29A" w14:textId="77777777">
        <w:tc>
          <w:tcPr>
            <w:tcW w:w="2694" w:type="dxa"/>
            <w:tcMar/>
            <w:vAlign w:val="center"/>
          </w:tcPr>
          <w:p w:rsidRPr="005F58EA" w:rsidR="00585E02" w:rsidP="00585E02" w:rsidRDefault="00585E02" w14:paraId="48BEA7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F58EA" w:rsidR="00585E02" w:rsidP="00585E02" w:rsidRDefault="00585E02" w14:paraId="5531432C" w14:textId="00E17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Ewa </w:t>
            </w:r>
            <w:proofErr w:type="spellStart"/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Bonusiak</w:t>
            </w:r>
            <w:proofErr w:type="spellEnd"/>
          </w:p>
        </w:tc>
      </w:tr>
      <w:tr w:rsidRPr="005F58EA" w:rsidR="005F58EA" w:rsidTr="498B522C" w14:paraId="70D2FEE4" w14:textId="77777777">
        <w:tc>
          <w:tcPr>
            <w:tcW w:w="2694" w:type="dxa"/>
            <w:tcMar/>
            <w:vAlign w:val="center"/>
          </w:tcPr>
          <w:p w:rsidRPr="005F58EA" w:rsidR="00585E02" w:rsidP="00585E02" w:rsidRDefault="00585E02" w14:paraId="123883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5F58EA" w:rsidR="00585E02" w:rsidP="00585E02" w:rsidRDefault="00585E02" w14:paraId="1D08AC9F" w14:textId="099EC7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Ewa </w:t>
            </w:r>
            <w:proofErr w:type="spellStart"/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Bonusiak</w:t>
            </w:r>
            <w:proofErr w:type="spellEnd"/>
          </w:p>
        </w:tc>
      </w:tr>
    </w:tbl>
    <w:p w:rsidRPr="005F58EA" w:rsidR="0085747A" w:rsidP="009C54AE" w:rsidRDefault="0085747A" w14:paraId="69895455" w14:textId="257C44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* </w:t>
      </w:r>
      <w:r w:rsidRPr="005F58EA">
        <w:rPr>
          <w:rFonts w:ascii="Corbel" w:hAnsi="Corbel"/>
          <w:i/>
          <w:sz w:val="24"/>
          <w:szCs w:val="24"/>
        </w:rPr>
        <w:t>-</w:t>
      </w:r>
      <w:r w:rsidRPr="005F58E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F58EA" w:rsidR="00B90885">
        <w:rPr>
          <w:rFonts w:ascii="Corbel" w:hAnsi="Corbel"/>
          <w:b w:val="0"/>
          <w:sz w:val="24"/>
          <w:szCs w:val="24"/>
        </w:rPr>
        <w:t>e,</w:t>
      </w:r>
      <w:r w:rsidRPr="005F58EA">
        <w:rPr>
          <w:rFonts w:ascii="Corbel" w:hAnsi="Corbel"/>
          <w:i/>
          <w:sz w:val="24"/>
          <w:szCs w:val="24"/>
        </w:rPr>
        <w:t xml:space="preserve"> </w:t>
      </w:r>
      <w:r w:rsidRPr="005F58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F58E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5F58EA" w:rsidR="00923D7D" w:rsidP="009C54AE" w:rsidRDefault="00923D7D" w14:paraId="547523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F58EA" w:rsidR="0085747A" w:rsidP="009C54AE" w:rsidRDefault="0085747A" w14:paraId="2CD0C8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>1.</w:t>
      </w:r>
      <w:r w:rsidRPr="005F58EA" w:rsidR="00E22FBC">
        <w:rPr>
          <w:rFonts w:ascii="Corbel" w:hAnsi="Corbel"/>
          <w:sz w:val="24"/>
          <w:szCs w:val="24"/>
        </w:rPr>
        <w:t>1</w:t>
      </w:r>
      <w:r w:rsidRPr="005F58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5F58EA" w:rsidR="00923D7D" w:rsidP="009C54AE" w:rsidRDefault="00923D7D" w14:paraId="6096B31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Pr="005F58EA" w:rsidR="005F58EA" w:rsidTr="498B522C" w14:paraId="6BF2F783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015B8F" w:rsidP="009C54AE" w:rsidRDefault="00015B8F" w14:paraId="106197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Semestr</w:t>
            </w:r>
          </w:p>
          <w:p w:rsidRPr="005F58EA" w:rsidR="00015B8F" w:rsidP="009C54AE" w:rsidRDefault="002B5EA0" w14:paraId="0B0D60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(</w:t>
            </w:r>
            <w:r w:rsidRPr="005F58E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1B321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Wykł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6BA435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15A5CD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Konw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14D85B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4B3B15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Sem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34BED8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18976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Prakt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040314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F58EA" w:rsidR="00015B8F" w:rsidP="009C54AE" w:rsidRDefault="00015B8F" w14:paraId="0524B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58EA">
              <w:rPr>
                <w:rFonts w:ascii="Corbel" w:hAnsi="Corbel"/>
                <w:b/>
                <w:szCs w:val="24"/>
              </w:rPr>
              <w:t>Liczba pkt</w:t>
            </w:r>
            <w:r w:rsidRPr="005F58EA" w:rsidR="00B90885">
              <w:rPr>
                <w:rFonts w:ascii="Corbel" w:hAnsi="Corbel"/>
                <w:b/>
                <w:szCs w:val="24"/>
              </w:rPr>
              <w:t>.</w:t>
            </w:r>
            <w:r w:rsidRPr="005F58E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5F58EA" w:rsidR="005F58EA" w:rsidTr="498B522C" w14:paraId="55B13173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015B8F" w:rsidP="009C54AE" w:rsidRDefault="00585E02" w14:paraId="630E3C7F" w14:textId="0B3CC6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194879" w14:paraId="3433C129" w14:textId="5F6416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194879" w14:paraId="40860063" w14:textId="4AE0FA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6FC99C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247925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569C4C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452685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71DC4D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009C54AE" w:rsidRDefault="00015B8F" w14:paraId="2B8A8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58EA" w:rsidR="00015B8F" w:rsidP="498B522C" w:rsidRDefault="00015B8F" w14:paraId="7C25EAE4" w14:textId="27AA7F20">
            <w:pPr>
              <w:pStyle w:val="centralniewrubryce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98B522C" w:rsidR="5AE2B3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5F58EA" w:rsidR="00923D7D" w:rsidP="009C54AE" w:rsidRDefault="00923D7D" w14:paraId="5B90208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5F58EA" w:rsidR="0085747A" w:rsidP="00F83B28" w:rsidRDefault="0085747A" w14:paraId="433DA3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>1.</w:t>
      </w:r>
      <w:r w:rsidRPr="005F58EA" w:rsidR="00E22FBC">
        <w:rPr>
          <w:rFonts w:ascii="Corbel" w:hAnsi="Corbel"/>
          <w:smallCaps w:val="0"/>
          <w:szCs w:val="24"/>
        </w:rPr>
        <w:t>2</w:t>
      </w:r>
      <w:r w:rsidRPr="005F58EA" w:rsidR="00F83B28">
        <w:rPr>
          <w:rFonts w:ascii="Corbel" w:hAnsi="Corbel"/>
          <w:smallCaps w:val="0"/>
          <w:szCs w:val="24"/>
        </w:rPr>
        <w:t>.</w:t>
      </w:r>
      <w:r w:rsidRPr="005F58EA" w:rsidR="00F83B28">
        <w:rPr>
          <w:rFonts w:ascii="Corbel" w:hAnsi="Corbel"/>
          <w:smallCaps w:val="0"/>
          <w:szCs w:val="24"/>
        </w:rPr>
        <w:tab/>
      </w:r>
      <w:r w:rsidRPr="005F58EA">
        <w:rPr>
          <w:rFonts w:ascii="Corbel" w:hAnsi="Corbel"/>
          <w:smallCaps w:val="0"/>
          <w:szCs w:val="24"/>
        </w:rPr>
        <w:t xml:space="preserve">Sposób realizacji zajęć  </w:t>
      </w:r>
    </w:p>
    <w:p w:rsidRPr="005F58EA" w:rsidR="0085747A" w:rsidP="4F52CBFE" w:rsidRDefault="00194879" w14:paraId="2EA8F885" w14:textId="7ACD7922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F52CBFE" w:rsidR="78E00100">
        <w:rPr>
          <w:rFonts w:ascii="Wingdings" w:hAnsi="Wingdings" w:eastAsia="Wingdings" w:cs="Wingdings"/>
          <w:b w:val="0"/>
          <w:bCs w:val="0"/>
        </w:rPr>
        <w:t>X</w:t>
      </w:r>
      <w:r w:rsidRPr="4F52CBFE" w:rsidR="7BC70071">
        <w:rPr>
          <w:rFonts w:ascii="Wingdings" w:hAnsi="Wingdings" w:eastAsia="Wingdings" w:cs="Wingdings"/>
          <w:b w:val="0"/>
          <w:bCs w:val="0"/>
        </w:rPr>
        <w:t xml:space="preserve"> </w:t>
      </w:r>
      <w:r w:rsidRPr="4F52CBFE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5F58EA" w:rsidR="0085747A" w:rsidP="498B522C" w:rsidRDefault="00194879" w14:paraId="2352C8A1" w14:textId="64CDB26C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98B522C" w:rsidR="00194879">
        <w:rPr>
          <w:rFonts w:ascii="Wingdings" w:hAnsi="Wingdings" w:eastAsia="Wingdings" w:cs="Wingdings"/>
          <w:b w:val="0"/>
          <w:bCs w:val="0"/>
        </w:rPr>
        <w:t>x</w:t>
      </w:r>
      <w:r w:rsidRPr="498B522C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98B522C" w:rsidR="2A6815B0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98B522C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5F58EA" w:rsidR="0085747A" w:rsidP="009C54AE" w:rsidRDefault="0085747A" w14:paraId="39E798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F58EA" w:rsidR="00E22FBC" w:rsidP="00F83B28" w:rsidRDefault="00E22FBC" w14:paraId="04DE329E" w14:textId="1908E7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1.3 </w:t>
      </w:r>
      <w:r w:rsidRPr="005F58EA" w:rsidR="00F83B28">
        <w:rPr>
          <w:rFonts w:ascii="Corbel" w:hAnsi="Corbel"/>
          <w:smallCaps w:val="0"/>
          <w:szCs w:val="24"/>
        </w:rPr>
        <w:tab/>
      </w:r>
      <w:r w:rsidRPr="005F58EA">
        <w:rPr>
          <w:rFonts w:ascii="Corbel" w:hAnsi="Corbel"/>
          <w:smallCaps w:val="0"/>
          <w:szCs w:val="24"/>
        </w:rPr>
        <w:t>For</w:t>
      </w:r>
      <w:r w:rsidRPr="005F58E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5F58EA">
        <w:rPr>
          <w:rFonts w:ascii="Corbel" w:hAnsi="Corbel"/>
          <w:smallCaps w:val="0"/>
          <w:szCs w:val="24"/>
        </w:rPr>
        <w:t xml:space="preserve"> (z toku) </w:t>
      </w:r>
      <w:r w:rsidRPr="005F58E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F58EA" w:rsidR="00DB2FDB" w:rsidP="00DB2FDB" w:rsidRDefault="00DB2FDB" w14:paraId="1EB21697" w14:textId="77777777">
      <w:pPr>
        <w:spacing w:after="0" w:line="240" w:lineRule="auto"/>
        <w:jc w:val="both"/>
        <w:rPr>
          <w:rFonts w:ascii="Corbel" w:hAnsi="Corbel" w:eastAsia="Cambria"/>
          <w:b/>
          <w:sz w:val="24"/>
          <w:szCs w:val="24"/>
        </w:rPr>
      </w:pPr>
    </w:p>
    <w:p w:rsidRPr="005F58EA" w:rsidR="00DB2FDB" w:rsidP="00DB2FDB" w:rsidRDefault="00DB2FDB" w14:paraId="06660920" w14:textId="6C37407E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5F58EA">
        <w:rPr>
          <w:rFonts w:ascii="Corbel" w:hAnsi="Corbel" w:eastAsia="Cambria"/>
          <w:b/>
          <w:sz w:val="24"/>
          <w:szCs w:val="24"/>
        </w:rPr>
        <w:t>W przypadku wykładu</w:t>
      </w:r>
      <w:r w:rsidRPr="005F58EA">
        <w:rPr>
          <w:rFonts w:ascii="Corbel" w:hAnsi="Corbel" w:eastAsia="Cambria"/>
          <w:sz w:val="24"/>
          <w:szCs w:val="24"/>
        </w:rPr>
        <w:t xml:space="preserve"> – egzamin w formie pisemnej lub ustnej.</w:t>
      </w:r>
    </w:p>
    <w:p w:rsidRPr="005F58EA" w:rsidR="00DB2FDB" w:rsidP="00DB2FDB" w:rsidRDefault="00DB2FDB" w14:paraId="1378BE56" w14:textId="77777777">
      <w:pPr>
        <w:spacing w:after="0" w:line="240" w:lineRule="auto"/>
        <w:jc w:val="both"/>
        <w:rPr>
          <w:rFonts w:ascii="Corbel" w:hAnsi="Corbel" w:eastAsia="Cambria"/>
          <w:sz w:val="24"/>
          <w:szCs w:val="24"/>
        </w:rPr>
      </w:pPr>
      <w:r w:rsidRPr="005F58EA">
        <w:rPr>
          <w:rFonts w:ascii="Corbel" w:hAnsi="Corbel" w:eastAsia="Cambria"/>
          <w:b/>
          <w:sz w:val="24"/>
          <w:szCs w:val="24"/>
        </w:rPr>
        <w:t>W przypadku ćwiczeń</w:t>
      </w:r>
      <w:r w:rsidRPr="005F58EA">
        <w:rPr>
          <w:rFonts w:ascii="Corbel" w:hAnsi="Corbel" w:eastAsia="Cambria"/>
          <w:sz w:val="24"/>
          <w:szCs w:val="24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Możliwa jest również bieżąca ocena </w:t>
      </w:r>
      <w:r w:rsidRPr="005F58EA">
        <w:rPr>
          <w:rFonts w:ascii="Corbel" w:hAnsi="Corbel" w:eastAsia="Cambria"/>
          <w:sz w:val="24"/>
          <w:szCs w:val="24"/>
        </w:rPr>
        <w:lastRenderedPageBreak/>
        <w:t>wiedzy studenta – w postaci pytań kontrolnych, odpowiedzi pisemnych, przedstawienia prezentacji multimedialnej lub referatu.</w:t>
      </w:r>
    </w:p>
    <w:p w:rsidRPr="005F58EA" w:rsidR="00DB2FDB" w:rsidP="00F83B28" w:rsidRDefault="00DB2FDB" w14:paraId="05B185C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5F58EA" w:rsidR="00E960BB" w:rsidP="009C54AE" w:rsidRDefault="0085747A" w14:paraId="2374C96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98B522C" w:rsidR="0085747A">
        <w:rPr>
          <w:rFonts w:ascii="Corbel" w:hAnsi="Corbel"/>
        </w:rPr>
        <w:t xml:space="preserve">2.Wymagania wstępne </w:t>
      </w:r>
    </w:p>
    <w:p w:rsidR="498B522C" w:rsidP="498B522C" w:rsidRDefault="498B522C" w14:paraId="2480D35B" w14:textId="7463A8D9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F58EA" w:rsidR="0085747A" w:rsidTr="00745302" w14:paraId="7641A10F" w14:textId="77777777">
        <w:tc>
          <w:tcPr>
            <w:tcW w:w="9670" w:type="dxa"/>
          </w:tcPr>
          <w:p w:rsidRPr="005F58EA" w:rsidR="0085747A" w:rsidP="009C54AE" w:rsidRDefault="00DB2FDB" w14:paraId="3DAECED5" w14:textId="2698F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</w:t>
            </w:r>
            <w:r w:rsidRPr="005F58EA" w:rsidR="00F942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oraz prawa cywilnego</w:t>
            </w:r>
          </w:p>
        </w:tc>
      </w:tr>
    </w:tbl>
    <w:p w:rsidRPr="005F58EA" w:rsidR="00153C41" w:rsidP="009C54AE" w:rsidRDefault="00153C41" w14:paraId="4ECCBA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F58EA" w:rsidR="0085747A" w:rsidP="009C54AE" w:rsidRDefault="0071620A" w14:paraId="1F2C075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F58EA">
        <w:rPr>
          <w:rFonts w:ascii="Corbel" w:hAnsi="Corbel"/>
          <w:szCs w:val="24"/>
        </w:rPr>
        <w:t>3.</w:t>
      </w:r>
      <w:r w:rsidRPr="005F58EA" w:rsidR="0085747A">
        <w:rPr>
          <w:rFonts w:ascii="Corbel" w:hAnsi="Corbel"/>
          <w:szCs w:val="24"/>
        </w:rPr>
        <w:t xml:space="preserve"> </w:t>
      </w:r>
      <w:r w:rsidRPr="005F58EA" w:rsidR="00A84C85">
        <w:rPr>
          <w:rFonts w:ascii="Corbel" w:hAnsi="Corbel"/>
          <w:szCs w:val="24"/>
        </w:rPr>
        <w:t>cele, efekty uczenia się</w:t>
      </w:r>
      <w:r w:rsidRPr="005F58E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5F58EA" w:rsidR="0085747A" w:rsidP="009C54AE" w:rsidRDefault="0085747A" w14:paraId="7721738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F58EA" w:rsidR="0085747A" w:rsidP="009C54AE" w:rsidRDefault="0071620A" w14:paraId="59592E32" w14:textId="77777777">
      <w:pPr>
        <w:pStyle w:val="Podpunkty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3.1 </w:t>
      </w:r>
      <w:r w:rsidRPr="005F58EA" w:rsidR="00C05F44">
        <w:rPr>
          <w:rFonts w:ascii="Corbel" w:hAnsi="Corbel"/>
          <w:sz w:val="24"/>
          <w:szCs w:val="24"/>
        </w:rPr>
        <w:t>Cele przedmiotu</w:t>
      </w:r>
    </w:p>
    <w:p w:rsidRPr="005F58EA" w:rsidR="00F83B28" w:rsidP="009C54AE" w:rsidRDefault="00F83B28" w14:paraId="4D4E2A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5F58EA" w:rsidR="005F58EA" w:rsidTr="00DF2A59" w14:paraId="5656F713" w14:textId="77777777">
        <w:tc>
          <w:tcPr>
            <w:tcW w:w="843" w:type="dxa"/>
            <w:vAlign w:val="center"/>
          </w:tcPr>
          <w:p w:rsidRPr="005F58EA" w:rsidR="0085747A" w:rsidP="009C54AE" w:rsidRDefault="0085747A" w14:paraId="4AC61C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5F58EA" w:rsidR="0085747A" w:rsidP="009C54AE" w:rsidRDefault="001B7068" w14:paraId="2D454AE5" w14:textId="7478D3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zasadami gospodarowania nieruchomościami stanowiącymi własność Skarbu Państwa oraz własność jednostek samorządu terytorialnego</w:t>
            </w:r>
          </w:p>
        </w:tc>
      </w:tr>
      <w:tr w:rsidRPr="005F58EA" w:rsidR="0085747A" w:rsidTr="00DF2A59" w14:paraId="5F4EF158" w14:textId="77777777">
        <w:tc>
          <w:tcPr>
            <w:tcW w:w="843" w:type="dxa"/>
            <w:vAlign w:val="center"/>
          </w:tcPr>
          <w:p w:rsidRPr="005F58EA" w:rsidR="0085747A" w:rsidP="009C54AE" w:rsidRDefault="001B7068" w14:paraId="61518378" w14:textId="10E45F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5F58EA" w:rsidR="0085747A" w:rsidP="009C54AE" w:rsidRDefault="00CC2C5A" w14:paraId="0F2D7E32" w14:textId="7CD126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5F58EA" w:rsidR="001B706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5F58EA" w:rsidR="00DF2A59">
              <w:rPr>
                <w:rFonts w:ascii="Corbel" w:hAnsi="Corbel"/>
                <w:b w:val="0"/>
                <w:sz w:val="24"/>
                <w:szCs w:val="24"/>
              </w:rPr>
              <w:t>lem przedmiotu jest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 xml:space="preserve"> także</w:t>
            </w:r>
            <w:r w:rsidRPr="005F58EA" w:rsidR="00DF2A5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>uwypuklenie</w:t>
            </w:r>
            <w:r w:rsidRPr="005F58EA" w:rsidR="00DF2A59">
              <w:rPr>
                <w:rFonts w:ascii="Corbel" w:hAnsi="Corbel"/>
                <w:b w:val="0"/>
                <w:sz w:val="24"/>
                <w:szCs w:val="24"/>
              </w:rPr>
              <w:t xml:space="preserve"> zasad istotn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F58EA" w:rsidR="00DF2A59">
              <w:rPr>
                <w:rFonts w:ascii="Corbel" w:hAnsi="Corbel"/>
                <w:b w:val="0"/>
                <w:sz w:val="24"/>
                <w:szCs w:val="24"/>
              </w:rPr>
              <w:t xml:space="preserve"> z punktu widzenia scalania i podziału nieruchomości, ich pierwokupu, wywłaszczania i zwrotu nieruchomości, udział w kosztach budowy urządzeń infrastruktury technicznej, wyceny nieruchomości oraz działalności zawodowej, której przedmiotem jest gospodarowania nieruchomościami.</w:t>
            </w:r>
          </w:p>
        </w:tc>
      </w:tr>
    </w:tbl>
    <w:p w:rsidRPr="005F58EA" w:rsidR="0085747A" w:rsidP="009C54AE" w:rsidRDefault="0085747A" w14:paraId="2F2BA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EA" w:rsidR="001D7B54" w:rsidP="009C54AE" w:rsidRDefault="009F4610" w14:paraId="39841D9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t xml:space="preserve">3.2 </w:t>
      </w:r>
      <w:r w:rsidRPr="005F58EA" w:rsidR="001D7B54">
        <w:rPr>
          <w:rFonts w:ascii="Corbel" w:hAnsi="Corbel"/>
          <w:b/>
          <w:sz w:val="24"/>
          <w:szCs w:val="24"/>
        </w:rPr>
        <w:t xml:space="preserve">Efekty </w:t>
      </w:r>
      <w:r w:rsidRPr="005F58E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F58EA" w:rsidR="001D7B54">
        <w:rPr>
          <w:rFonts w:ascii="Corbel" w:hAnsi="Corbel"/>
          <w:b/>
          <w:sz w:val="24"/>
          <w:szCs w:val="24"/>
        </w:rPr>
        <w:t>dla przedmiotu</w:t>
      </w:r>
      <w:r w:rsidRPr="005F58EA" w:rsidR="00445970">
        <w:rPr>
          <w:rFonts w:ascii="Corbel" w:hAnsi="Corbel"/>
          <w:sz w:val="24"/>
          <w:szCs w:val="24"/>
        </w:rPr>
        <w:t xml:space="preserve"> </w:t>
      </w:r>
    </w:p>
    <w:p w:rsidRPr="005F58EA" w:rsidR="001D7B54" w:rsidP="009C54AE" w:rsidRDefault="001D7B54" w14:paraId="1C6FBA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5F58EA" w:rsidR="005F58EA" w:rsidTr="498B522C" w14:paraId="1CAE0183" w14:textId="77777777">
        <w:tc>
          <w:tcPr>
            <w:tcW w:w="1681" w:type="dxa"/>
            <w:tcMar/>
            <w:vAlign w:val="center"/>
          </w:tcPr>
          <w:p w:rsidRPr="005F58EA" w:rsidR="0085747A" w:rsidP="009C54AE" w:rsidRDefault="0085747A" w14:paraId="055233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smallCaps w:val="0"/>
                <w:szCs w:val="24"/>
              </w:rPr>
              <w:t>EK</w:t>
            </w:r>
            <w:r w:rsidRPr="005F58E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F58E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5F58E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5F58EA" w:rsidR="0085747A" w:rsidP="00C05F44" w:rsidRDefault="0085747A" w14:paraId="3D95BE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5F58E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5F58EA" w:rsidR="0085747A" w:rsidP="00C05F44" w:rsidRDefault="0085747A" w14:paraId="34B847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F58E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58EA" w:rsidR="005F58EA" w:rsidTr="498B522C" w14:paraId="2FF446F8" w14:textId="77777777">
        <w:tc>
          <w:tcPr>
            <w:tcW w:w="1681" w:type="dxa"/>
            <w:tcMar/>
          </w:tcPr>
          <w:p w:rsidRPr="005F58EA" w:rsidR="006C167B" w:rsidP="498B522C" w:rsidRDefault="006C167B" w14:paraId="5A7CC133" w14:textId="118BBC5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F23E0B2">
              <w:rPr>
                <w:rFonts w:ascii="Corbel" w:hAnsi="Corbel"/>
                <w:b w:val="0"/>
                <w:bCs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  <w:tcMar/>
          </w:tcPr>
          <w:p w:rsidRPr="005F58EA" w:rsidR="006C167B" w:rsidP="498B522C" w:rsidRDefault="006C167B" w14:paraId="7F0CADB8" w14:textId="086A39A1" w14:noSpellErr="1">
            <w:pPr>
              <w:pStyle w:val="TableParagraph"/>
              <w:spacing w:line="276" w:lineRule="auto"/>
              <w:ind w:left="90" w:right="96" w:firstLine="17"/>
              <w:jc w:val="both"/>
              <w:rPr>
                <w:sz w:val="23"/>
                <w:szCs w:val="23"/>
              </w:rPr>
            </w:pPr>
            <w:r w:rsidRPr="498B522C" w:rsidR="696AD7B5">
              <w:rPr>
                <w:sz w:val="23"/>
                <w:szCs w:val="23"/>
              </w:rPr>
              <w:t>Posiada zaawansowaną wiedzę ogólną w obszarze nauk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społecznych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z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zakresu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prawa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administracji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oraz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uporządkowaną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podbudowaną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teoretycznie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wiedzę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obejmującą</w:t>
            </w:r>
            <w:r w:rsidRPr="498B522C" w:rsidR="696AD7B5">
              <w:rPr>
                <w:spacing w:val="26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kluczowe</w:t>
            </w:r>
            <w:r w:rsidRPr="498B522C" w:rsidR="696AD7B5">
              <w:rPr>
                <w:spacing w:val="24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zagadnienia,</w:t>
            </w:r>
            <w:r w:rsidRPr="498B522C" w:rsidR="696AD7B5">
              <w:rPr>
                <w:spacing w:val="25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ekonomiczne, polityczne</w:t>
            </w:r>
            <w:r w:rsidRPr="498B522C" w:rsidR="696AD7B5">
              <w:rPr>
                <w:spacing w:val="-4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oraz</w:t>
            </w:r>
            <w:r w:rsidRPr="498B522C" w:rsidR="696AD7B5">
              <w:rPr>
                <w:spacing w:val="-3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socjologiczne;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26C74D74" w14:textId="1B4CA1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K_W01</w:t>
            </w:r>
          </w:p>
        </w:tc>
      </w:tr>
      <w:tr w:rsidRPr="005F58EA" w:rsidR="005F58EA" w:rsidTr="498B522C" w14:paraId="439D51A3" w14:textId="77777777">
        <w:tc>
          <w:tcPr>
            <w:tcW w:w="1681" w:type="dxa"/>
            <w:tcMar/>
          </w:tcPr>
          <w:p w:rsidRPr="005F58EA" w:rsidR="006C167B" w:rsidP="498B522C" w:rsidRDefault="006C167B" w14:paraId="495355FC" w14:textId="2F58EFB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6FD16E19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4B291C5D">
              <w:rPr>
                <w:rFonts w:ascii="Corbel" w:hAnsi="Corbel"/>
                <w:b w:val="0"/>
                <w:bCs w:val="0"/>
                <w:sz w:val="23"/>
                <w:szCs w:val="23"/>
              </w:rPr>
              <w:t>2</w:t>
            </w:r>
          </w:p>
        </w:tc>
        <w:tc>
          <w:tcPr>
            <w:tcW w:w="5974" w:type="dxa"/>
            <w:tcMar/>
          </w:tcPr>
          <w:p w:rsidRPr="005F58EA" w:rsidR="006C167B" w:rsidP="498B522C" w:rsidRDefault="006C167B" w14:paraId="1D167FBD" w14:textId="241B4700" w14:noSpellErr="1">
            <w:pPr>
              <w:pStyle w:val="TableParagraph"/>
              <w:spacing w:line="276" w:lineRule="auto"/>
              <w:ind w:left="90" w:right="100" w:firstLine="17"/>
              <w:jc w:val="both"/>
              <w:rPr>
                <w:sz w:val="23"/>
                <w:szCs w:val="23"/>
              </w:rPr>
            </w:pPr>
            <w:r w:rsidRPr="498B522C" w:rsidR="696AD7B5">
              <w:rPr>
                <w:sz w:val="23"/>
                <w:szCs w:val="23"/>
              </w:rPr>
              <w:t>Wykazuje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się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szczegółową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wiedzą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na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temat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struktur,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instytucji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zasad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działania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organów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administracji</w:t>
            </w:r>
            <w:r w:rsidRPr="498B522C" w:rsidR="696AD7B5">
              <w:rPr>
                <w:spacing w:val="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publicznej (krajowych, międzynarodowych i unijnych)</w:t>
            </w:r>
            <w:r w:rsidRPr="498B522C" w:rsidR="696AD7B5">
              <w:rPr>
                <w:spacing w:val="-44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</w:t>
            </w:r>
            <w:r w:rsidRPr="498B522C" w:rsidR="696AD7B5">
              <w:rPr>
                <w:spacing w:val="9"/>
                <w:sz w:val="23"/>
                <w:szCs w:val="23"/>
              </w:rPr>
              <w:t> </w:t>
            </w:r>
            <w:r w:rsidRPr="498B522C" w:rsidR="696AD7B5">
              <w:rPr>
                <w:sz w:val="23"/>
                <w:szCs w:val="23"/>
              </w:rPr>
              <w:t>podmiotów</w:t>
            </w:r>
            <w:r w:rsidRPr="498B522C" w:rsidR="696AD7B5">
              <w:rPr>
                <w:spacing w:val="9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administrujących,</w:t>
            </w:r>
            <w:r w:rsidRPr="498B522C" w:rsidR="696AD7B5">
              <w:rPr>
                <w:spacing w:val="9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ich</w:t>
            </w:r>
            <w:r w:rsidRPr="498B522C" w:rsidR="696AD7B5">
              <w:rPr>
                <w:spacing w:val="10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genezy</w:t>
            </w:r>
            <w:r w:rsidRPr="498B522C" w:rsidR="696AD7B5">
              <w:rPr>
                <w:spacing w:val="7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i</w:t>
            </w:r>
            <w:r w:rsidRPr="498B522C" w:rsidR="696AD7B5">
              <w:rPr>
                <w:spacing w:val="9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ewolucji</w:t>
            </w:r>
            <w:r w:rsidRPr="498B522C" w:rsidR="696AD7B5">
              <w:rPr>
                <w:spacing w:val="10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oraz wykonywanych</w:t>
            </w:r>
            <w:r w:rsidRPr="498B522C" w:rsidR="696AD7B5">
              <w:rPr>
                <w:spacing w:val="-2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przez</w:t>
            </w:r>
            <w:r w:rsidRPr="498B522C" w:rsidR="696AD7B5">
              <w:rPr>
                <w:spacing w:val="-1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nie</w:t>
            </w:r>
            <w:r w:rsidRPr="498B522C" w:rsidR="696AD7B5">
              <w:rPr>
                <w:spacing w:val="-3"/>
                <w:sz w:val="23"/>
                <w:szCs w:val="23"/>
              </w:rPr>
              <w:t xml:space="preserve"> </w:t>
            </w:r>
            <w:r w:rsidRPr="498B522C" w:rsidR="696AD7B5">
              <w:rPr>
                <w:sz w:val="23"/>
                <w:szCs w:val="23"/>
              </w:rPr>
              <w:t>zadań;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61B90E6A" w14:textId="772088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K_W02</w:t>
            </w:r>
          </w:p>
        </w:tc>
      </w:tr>
      <w:tr w:rsidRPr="005F58EA" w:rsidR="005F58EA" w:rsidTr="498B522C" w14:paraId="3D0B4F21" w14:textId="77777777">
        <w:tc>
          <w:tcPr>
            <w:tcW w:w="1681" w:type="dxa"/>
            <w:tcMar/>
          </w:tcPr>
          <w:p w:rsidRPr="005F58EA" w:rsidR="00312A45" w:rsidP="498B522C" w:rsidRDefault="00312A45" w14:paraId="0551AF31" w14:textId="567A6A29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6FD16E19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5D9FE90F">
              <w:rPr>
                <w:rFonts w:ascii="Corbel" w:hAnsi="Corbel"/>
                <w:b w:val="0"/>
                <w:bCs w:val="0"/>
                <w:sz w:val="23"/>
                <w:szCs w:val="23"/>
              </w:rPr>
              <w:t>3</w:t>
            </w:r>
          </w:p>
        </w:tc>
        <w:tc>
          <w:tcPr>
            <w:tcW w:w="5974" w:type="dxa"/>
            <w:tcMar/>
          </w:tcPr>
          <w:p w:rsidRPr="005F58EA" w:rsidR="00312A45" w:rsidP="498B522C" w:rsidRDefault="00312A45" w14:paraId="29BA8E2B" w14:textId="427FF83F" w14:noSpellErr="1">
            <w:pPr>
              <w:pStyle w:val="TableParagraph"/>
              <w:spacing w:before="1" w:line="276" w:lineRule="auto"/>
              <w:ind w:left="90" w:right="101" w:firstLine="17"/>
              <w:jc w:val="both"/>
              <w:rPr>
                <w:sz w:val="23"/>
                <w:szCs w:val="23"/>
              </w:rPr>
            </w:pPr>
            <w:r w:rsidRPr="498B522C" w:rsidR="202D3F5B">
              <w:rPr>
                <w:sz w:val="23"/>
                <w:szCs w:val="23"/>
              </w:rPr>
              <w:t>Dysponuje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pogłębioną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wiedzą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o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relacjach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między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organami administracji publicznej oraz relacjach między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nimi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a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jednostką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instytucjami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społecznymi</w:t>
            </w:r>
            <w:r w:rsidRPr="498B522C" w:rsidR="202D3F5B">
              <w:rPr>
                <w:spacing w:val="-4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w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odniesieniu do</w:t>
            </w:r>
            <w:r w:rsidRPr="498B522C" w:rsidR="202D3F5B">
              <w:rPr>
                <w:spacing w:val="-4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wybranych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struktur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instytucji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społecznych;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769EB515" w14:textId="7E158D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K_W03</w:t>
            </w:r>
          </w:p>
        </w:tc>
      </w:tr>
      <w:tr w:rsidRPr="005F58EA" w:rsidR="005F58EA" w:rsidTr="498B522C" w14:paraId="61691CD8" w14:textId="77777777">
        <w:tc>
          <w:tcPr>
            <w:tcW w:w="1681" w:type="dxa"/>
            <w:tcMar/>
          </w:tcPr>
          <w:p w:rsidRPr="005F58EA" w:rsidR="00312A45" w:rsidP="498B522C" w:rsidRDefault="00312A45" w14:paraId="0B2F0180" w14:textId="33F521C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3DBDE31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71D19FEF">
              <w:rPr>
                <w:rFonts w:ascii="Corbel" w:hAnsi="Corbel"/>
                <w:b w:val="0"/>
                <w:bCs w:val="0"/>
                <w:sz w:val="23"/>
                <w:szCs w:val="23"/>
              </w:rPr>
              <w:t>4</w:t>
            </w:r>
          </w:p>
        </w:tc>
        <w:tc>
          <w:tcPr>
            <w:tcW w:w="5974" w:type="dxa"/>
            <w:tcMar/>
          </w:tcPr>
          <w:p w:rsidRPr="005F58EA" w:rsidR="00312A45" w:rsidP="498B522C" w:rsidRDefault="00312A45" w14:paraId="2559317E" w14:textId="1E3AE4F0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02D3F5B">
              <w:rPr>
                <w:sz w:val="23"/>
                <w:szCs w:val="23"/>
              </w:rPr>
              <w:t>Posiada</w:t>
            </w:r>
            <w:r w:rsidRPr="498B522C" w:rsidR="202D3F5B">
              <w:rPr>
                <w:spacing w:val="-10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rozszerzoną</w:t>
            </w:r>
            <w:r w:rsidRPr="498B522C" w:rsidR="202D3F5B">
              <w:rPr>
                <w:spacing w:val="-9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wiedzę</w:t>
            </w:r>
            <w:r w:rsidRPr="498B522C" w:rsidR="202D3F5B">
              <w:rPr>
                <w:spacing w:val="-8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o</w:t>
            </w:r>
            <w:r w:rsidRPr="498B522C" w:rsidR="202D3F5B">
              <w:rPr>
                <w:spacing w:val="-10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roli</w:t>
            </w:r>
            <w:r w:rsidRPr="498B522C" w:rsidR="202D3F5B">
              <w:rPr>
                <w:spacing w:val="-10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człowieka,</w:t>
            </w:r>
            <w:r w:rsidRPr="498B522C" w:rsidR="202D3F5B">
              <w:rPr>
                <w:spacing w:val="-1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jego</w:t>
            </w:r>
            <w:r w:rsidRPr="498B522C" w:rsidR="202D3F5B">
              <w:rPr>
                <w:spacing w:val="-9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cechach</w:t>
            </w:r>
            <w:r w:rsidRPr="498B522C" w:rsidR="202D3F5B">
              <w:rPr>
                <w:spacing w:val="-4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aktywności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w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sferze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administracji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oraz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jako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twórcy</w:t>
            </w:r>
            <w:r w:rsidRPr="498B522C" w:rsidR="202D3F5B">
              <w:rPr>
                <w:spacing w:val="1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kultury</w:t>
            </w:r>
            <w:r w:rsidRPr="498B522C" w:rsidR="202D3F5B">
              <w:rPr>
                <w:spacing w:val="8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</w:t>
            </w:r>
            <w:r w:rsidRPr="498B522C" w:rsidR="202D3F5B">
              <w:rPr>
                <w:spacing w:val="8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podmiotu</w:t>
            </w:r>
            <w:r w:rsidRPr="498B522C" w:rsidR="202D3F5B">
              <w:rPr>
                <w:spacing w:val="9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konstytuującego</w:t>
            </w:r>
            <w:r w:rsidRPr="498B522C" w:rsidR="202D3F5B">
              <w:rPr>
                <w:spacing w:val="8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struktury</w:t>
            </w:r>
            <w:r w:rsidRPr="498B522C" w:rsidR="202D3F5B">
              <w:rPr>
                <w:spacing w:val="6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społeczne</w:t>
            </w:r>
            <w:r w:rsidRPr="498B522C" w:rsidR="202D3F5B">
              <w:rPr>
                <w:spacing w:val="7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i zasady</w:t>
            </w:r>
            <w:r w:rsidRPr="498B522C" w:rsidR="202D3F5B">
              <w:rPr>
                <w:spacing w:val="-2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lastRenderedPageBreak/>
              <w:t>ich</w:t>
            </w:r>
            <w:r w:rsidRPr="498B522C" w:rsidR="202D3F5B">
              <w:rPr>
                <w:spacing w:val="-3"/>
                <w:sz w:val="23"/>
                <w:szCs w:val="23"/>
              </w:rPr>
              <w:t xml:space="preserve"> </w:t>
            </w:r>
            <w:r w:rsidRPr="498B522C" w:rsidR="202D3F5B">
              <w:rPr>
                <w:sz w:val="23"/>
                <w:szCs w:val="23"/>
              </w:rPr>
              <w:t>funkcjonowania;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2E28A235" w14:textId="47350D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K_W04</w:t>
            </w:r>
          </w:p>
        </w:tc>
      </w:tr>
      <w:tr w:rsidRPr="005F58EA" w:rsidR="005F58EA" w:rsidTr="498B522C" w14:paraId="58DDA99E" w14:textId="77777777">
        <w:tc>
          <w:tcPr>
            <w:tcW w:w="1681" w:type="dxa"/>
            <w:tcMar/>
          </w:tcPr>
          <w:p w:rsidRPr="005F58EA" w:rsidR="00FC1097" w:rsidP="498B522C" w:rsidRDefault="00FC1097" w14:paraId="3784B945" w14:textId="09FF06E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3DBDE31E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2A3AEDE8">
              <w:rPr>
                <w:rFonts w:ascii="Corbel" w:hAnsi="Corbel"/>
                <w:b w:val="0"/>
                <w:bCs w:val="0"/>
                <w:sz w:val="23"/>
                <w:szCs w:val="23"/>
              </w:rPr>
              <w:t>5</w:t>
            </w:r>
          </w:p>
        </w:tc>
        <w:tc>
          <w:tcPr>
            <w:tcW w:w="5974" w:type="dxa"/>
            <w:tcMar/>
          </w:tcPr>
          <w:p w:rsidRPr="005F58EA" w:rsidR="00FC1097" w:rsidP="498B522C" w:rsidRDefault="00FC1097" w14:paraId="79C46A66" w14:textId="754F65C5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36F38029">
              <w:rPr>
                <w:sz w:val="23"/>
                <w:szCs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02789EE4" w14:textId="18A9C5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K_U01</w:t>
            </w:r>
          </w:p>
        </w:tc>
      </w:tr>
      <w:tr w:rsidRPr="005F58EA" w:rsidR="005F58EA" w:rsidTr="498B522C" w14:paraId="1B2E9C2E" w14:textId="77777777">
        <w:tc>
          <w:tcPr>
            <w:tcW w:w="1681" w:type="dxa"/>
            <w:tcMar/>
          </w:tcPr>
          <w:p w:rsidRPr="005F58EA" w:rsidR="00220578" w:rsidP="498B522C" w:rsidRDefault="00220578" w14:paraId="193C9A10" w14:textId="5EDB529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5FC45971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72C5AE4E">
              <w:rPr>
                <w:rFonts w:ascii="Corbel" w:hAnsi="Corbel"/>
                <w:b w:val="0"/>
                <w:bCs w:val="0"/>
                <w:sz w:val="23"/>
                <w:szCs w:val="23"/>
              </w:rPr>
              <w:t>6</w:t>
            </w:r>
          </w:p>
        </w:tc>
        <w:tc>
          <w:tcPr>
            <w:tcW w:w="5974" w:type="dxa"/>
            <w:tcMar/>
          </w:tcPr>
          <w:p w:rsidRPr="005F58EA" w:rsidR="00220578" w:rsidP="498B522C" w:rsidRDefault="00220578" w14:paraId="1F8D2BC8" w14:textId="77777777" w14:noSpellErr="1">
            <w:pPr>
              <w:pStyle w:val="TableParagraph"/>
              <w:spacing w:line="280" w:lineRule="exact"/>
              <w:ind w:left="90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Potrafi właściwie dobierać źródła oraz informacje,</w:t>
            </w:r>
          </w:p>
          <w:p w:rsidRPr="005F58EA" w:rsidR="00220578" w:rsidP="498B522C" w:rsidRDefault="00220578" w14:paraId="44EF2690" w14:textId="05D55254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pozyskiwać</w:t>
            </w:r>
            <w:r w:rsidRPr="498B522C" w:rsidR="23659E0A">
              <w:rPr>
                <w:spacing w:val="22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dane</w:t>
            </w:r>
            <w:r w:rsidRPr="498B522C" w:rsidR="23659E0A">
              <w:rPr>
                <w:spacing w:val="2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dla</w:t>
            </w:r>
            <w:r w:rsidRPr="498B522C" w:rsidR="23659E0A">
              <w:rPr>
                <w:spacing w:val="67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analizowania</w:t>
            </w:r>
            <w:r w:rsidRPr="498B522C" w:rsidR="23659E0A">
              <w:rPr>
                <w:spacing w:val="67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procesów</w:t>
            </w:r>
            <w:r w:rsidRPr="498B522C" w:rsidR="23659E0A">
              <w:rPr>
                <w:spacing w:val="66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68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zjawisk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także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prawidłowo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posługiwać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się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wiedzą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zakresu</w:t>
            </w:r>
            <w:r w:rsidRPr="498B522C" w:rsidR="23659E0A">
              <w:rPr>
                <w:spacing w:val="5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nauk o</w:t>
            </w:r>
            <w:r w:rsidRPr="498B522C" w:rsidR="23659E0A">
              <w:rPr>
                <w:spacing w:val="1"/>
                <w:sz w:val="23"/>
                <w:szCs w:val="23"/>
              </w:rPr>
              <w:t> </w:t>
            </w:r>
            <w:r w:rsidRPr="498B522C" w:rsidR="23659E0A">
              <w:rPr>
                <w:sz w:val="23"/>
                <w:szCs w:val="23"/>
              </w:rPr>
              <w:t>prawie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administracji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oraz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podstawową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wiedzą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interdyscyplinarną do przygotowania rozwiązań problemów;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1C3146AA" w14:textId="12108A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K_U03</w:t>
            </w:r>
          </w:p>
        </w:tc>
      </w:tr>
      <w:tr w:rsidRPr="005F58EA" w:rsidR="005F58EA" w:rsidTr="498B522C" w14:paraId="365DE515" w14:textId="77777777">
        <w:tc>
          <w:tcPr>
            <w:tcW w:w="1681" w:type="dxa"/>
            <w:tcMar/>
          </w:tcPr>
          <w:p w:rsidRPr="005F58EA" w:rsidR="00220578" w:rsidP="498B522C" w:rsidRDefault="00220578" w14:paraId="774A7AD7" w14:textId="2592CAC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5FC45971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00E170D7">
              <w:rPr>
                <w:rFonts w:ascii="Corbel" w:hAnsi="Corbel"/>
                <w:b w:val="0"/>
                <w:bCs w:val="0"/>
                <w:sz w:val="23"/>
                <w:szCs w:val="23"/>
              </w:rPr>
              <w:t>7</w:t>
            </w:r>
          </w:p>
        </w:tc>
        <w:tc>
          <w:tcPr>
            <w:tcW w:w="5974" w:type="dxa"/>
            <w:tcMar/>
          </w:tcPr>
          <w:p w:rsidRPr="005F58EA" w:rsidR="00220578" w:rsidP="498B522C" w:rsidRDefault="00220578" w14:paraId="7F579039" w14:textId="4772FF28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Wykazuje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się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specjalistycznymi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umiejętnościami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znajdowania podstaw prawnych, orzecznictwa i literatury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dotyczącej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badanych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zagadnień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oraz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stosowania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zasad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etycznych,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jak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również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samodzielnego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proponowania rozwiązań konkretnego</w:t>
            </w:r>
            <w:r w:rsidRPr="498B522C" w:rsidR="23659E0A">
              <w:rPr>
                <w:spacing w:val="-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problemu</w:t>
            </w:r>
            <w:r w:rsidRPr="498B522C" w:rsidR="23659E0A">
              <w:rPr>
                <w:spacing w:val="-2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-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podejmowania</w:t>
            </w:r>
            <w:r w:rsidRPr="498B522C" w:rsidR="23659E0A">
              <w:rPr>
                <w:spacing w:val="-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rozstrzygnięć;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5EA6F3DF" w14:textId="2BB485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K_U04</w:t>
            </w:r>
          </w:p>
        </w:tc>
      </w:tr>
      <w:tr w:rsidRPr="005F58EA" w:rsidR="005F58EA" w:rsidTr="498B522C" w14:paraId="662B6638" w14:textId="77777777">
        <w:tc>
          <w:tcPr>
            <w:tcW w:w="1681" w:type="dxa"/>
            <w:tcMar/>
          </w:tcPr>
          <w:p w:rsidRPr="005F58EA" w:rsidR="00220578" w:rsidP="498B522C" w:rsidRDefault="00220578" w14:paraId="0858186B" w14:textId="2FB3B56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10AB60A9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00F0A617">
              <w:rPr>
                <w:rFonts w:ascii="Corbel" w:hAnsi="Corbel"/>
                <w:b w:val="0"/>
                <w:bCs w:val="0"/>
                <w:sz w:val="23"/>
                <w:szCs w:val="23"/>
              </w:rPr>
              <w:t>8</w:t>
            </w:r>
          </w:p>
        </w:tc>
        <w:tc>
          <w:tcPr>
            <w:tcW w:w="5974" w:type="dxa"/>
            <w:tcMar/>
          </w:tcPr>
          <w:p w:rsidRPr="005F58EA" w:rsidR="00220578" w:rsidP="498B522C" w:rsidRDefault="00220578" w14:paraId="662CA889" w14:textId="77777777" w14:noSpellErr="1">
            <w:pPr>
              <w:pStyle w:val="TableParagraph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Posiada umiejętność logicznego myślenia, analizy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1"/>
                <w:sz w:val="23"/>
                <w:szCs w:val="23"/>
              </w:rPr>
              <w:t> </w:t>
            </w:r>
            <w:r w:rsidRPr="498B522C" w:rsidR="23659E0A">
              <w:rPr>
                <w:sz w:val="23"/>
                <w:szCs w:val="23"/>
              </w:rPr>
              <w:t>syntezy,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dzięki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czemu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potrafi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przekonująco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argumentować</w:t>
            </w:r>
            <w:r w:rsidRPr="498B522C" w:rsidR="23659E0A">
              <w:rPr>
                <w:spacing w:val="-5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-5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interpretować</w:t>
            </w:r>
            <w:r w:rsidRPr="498B522C" w:rsidR="23659E0A">
              <w:rPr>
                <w:spacing w:val="-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zjawiska administracyjne,</w:t>
            </w:r>
          </w:p>
          <w:p w:rsidRPr="005F58EA" w:rsidR="00220578" w:rsidP="498B522C" w:rsidRDefault="00220578" w14:paraId="36AD7566" w14:textId="5A4A6D5B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prawne,</w:t>
            </w:r>
            <w:r w:rsidRPr="498B522C" w:rsidR="23659E0A">
              <w:rPr>
                <w:spacing w:val="-5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społeczne,</w:t>
            </w:r>
            <w:r w:rsidRPr="498B522C" w:rsidR="23659E0A">
              <w:rPr>
                <w:spacing w:val="-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 xml:space="preserve">polityczne </w:t>
            </w:r>
            <w:r w:rsidRPr="498B522C" w:rsidR="23659E0A">
              <w:rPr>
                <w:spacing w:val="-1"/>
                <w:sz w:val="23"/>
                <w:szCs w:val="23"/>
              </w:rPr>
              <w:t>i ekonomiczne</w:t>
            </w:r>
            <w:r w:rsidRPr="498B522C" w:rsidR="23659E0A">
              <w:rPr>
                <w:spacing w:val="-4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w</w:t>
            </w:r>
            <w:r w:rsidRPr="498B522C" w:rsidR="23659E0A">
              <w:rPr>
                <w:spacing w:val="-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sytuacjach decyzyjnych;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5FB9AE30" w14:textId="125F1EC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K_U06</w:t>
            </w:r>
          </w:p>
        </w:tc>
      </w:tr>
      <w:tr w:rsidRPr="005F58EA" w:rsidR="005F58EA" w:rsidTr="498B522C" w14:paraId="693666F9" w14:textId="77777777">
        <w:tc>
          <w:tcPr>
            <w:tcW w:w="1681" w:type="dxa"/>
            <w:tcMar/>
          </w:tcPr>
          <w:p w:rsidRPr="005F58EA" w:rsidR="00220578" w:rsidP="498B522C" w:rsidRDefault="00220578" w14:paraId="0AAB371A" w14:textId="043BCC8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6FBC3546">
              <w:rPr>
                <w:rFonts w:ascii="Corbel" w:hAnsi="Corbel"/>
                <w:b w:val="0"/>
                <w:bCs w:val="0"/>
                <w:sz w:val="23"/>
                <w:szCs w:val="23"/>
              </w:rPr>
              <w:t>EK_0</w:t>
            </w:r>
            <w:r w:rsidRPr="498B522C" w:rsidR="0FF81DF1">
              <w:rPr>
                <w:rFonts w:ascii="Corbel" w:hAnsi="Corbel"/>
                <w:b w:val="0"/>
                <w:bCs w:val="0"/>
                <w:sz w:val="23"/>
                <w:szCs w:val="23"/>
              </w:rPr>
              <w:t>9</w:t>
            </w:r>
          </w:p>
        </w:tc>
        <w:tc>
          <w:tcPr>
            <w:tcW w:w="5974" w:type="dxa"/>
            <w:tcMar/>
          </w:tcPr>
          <w:p w:rsidRPr="005F58EA" w:rsidR="00220578" w:rsidP="498B522C" w:rsidRDefault="00220578" w14:paraId="359369E3" w14:textId="77777777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Posiada</w:t>
            </w:r>
            <w:r w:rsidRPr="498B522C" w:rsidR="23659E0A">
              <w:rPr>
                <w:spacing w:val="-8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umiejętność</w:t>
            </w:r>
            <w:r w:rsidRPr="498B522C" w:rsidR="23659E0A">
              <w:rPr>
                <w:spacing w:val="-8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prowadzenia</w:t>
            </w:r>
            <w:r w:rsidRPr="498B522C" w:rsidR="23659E0A">
              <w:rPr>
                <w:spacing w:val="-7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debaty,</w:t>
            </w:r>
            <w:r w:rsidRPr="498B522C" w:rsidR="23659E0A">
              <w:rPr>
                <w:spacing w:val="-8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przygotowania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prac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pisemnych,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prezentacji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multimedialnych,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oraz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ustnych wystąpień w języku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polskim w zakresie dziedzin i</w:t>
            </w:r>
            <w:r w:rsidRPr="498B522C" w:rsidR="23659E0A">
              <w:rPr>
                <w:spacing w:val="-44"/>
                <w:sz w:val="23"/>
                <w:szCs w:val="23"/>
              </w:rPr>
              <w:t xml:space="preserve">  </w:t>
            </w:r>
            <w:r w:rsidRPr="498B522C" w:rsidR="23659E0A">
              <w:rPr>
                <w:sz w:val="23"/>
                <w:szCs w:val="23"/>
              </w:rPr>
              <w:t>dyscyplin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naukowych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wykładanych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w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ramach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kierunku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Administracja dotyczących zagadnień szczegółowych,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z wykorzystaniem poglądów doktryny, źródeł prawa oraz</w:t>
            </w:r>
            <w:r w:rsidRPr="498B522C" w:rsidR="23659E0A">
              <w:rPr>
                <w:spacing w:val="1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orzecznictwa</w:t>
            </w:r>
            <w:r w:rsidRPr="498B522C" w:rsidR="23659E0A">
              <w:rPr>
                <w:spacing w:val="4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sądowego</w:t>
            </w:r>
            <w:r w:rsidRPr="498B522C" w:rsidR="23659E0A">
              <w:rPr>
                <w:spacing w:val="2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i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administracyjnego,</w:t>
            </w:r>
            <w:r w:rsidRPr="498B522C" w:rsidR="23659E0A">
              <w:rPr>
                <w:spacing w:val="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a</w:t>
            </w:r>
            <w:r w:rsidRPr="498B522C" w:rsidR="23659E0A">
              <w:rPr>
                <w:spacing w:val="2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także</w:t>
            </w:r>
          </w:p>
          <w:p w:rsidRPr="005F58EA" w:rsidR="00220578" w:rsidP="498B522C" w:rsidRDefault="00220578" w14:paraId="656DA4A1" w14:textId="7351F8AA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23659E0A">
              <w:rPr>
                <w:sz w:val="23"/>
                <w:szCs w:val="23"/>
              </w:rPr>
              <w:t>danych</w:t>
            </w:r>
            <w:r w:rsidRPr="498B522C" w:rsidR="23659E0A">
              <w:rPr>
                <w:spacing w:val="-3"/>
                <w:sz w:val="23"/>
                <w:szCs w:val="23"/>
              </w:rPr>
              <w:t xml:space="preserve"> </w:t>
            </w:r>
            <w:r w:rsidRPr="498B522C" w:rsidR="23659E0A">
              <w:rPr>
                <w:sz w:val="23"/>
                <w:szCs w:val="23"/>
              </w:rPr>
              <w:t>statystycznych;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0A4EA526" w14:textId="034628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K_U07</w:t>
            </w:r>
          </w:p>
        </w:tc>
      </w:tr>
      <w:tr w:rsidRPr="005F58EA" w:rsidR="005F58EA" w:rsidTr="498B522C" w14:paraId="37D05809" w14:textId="77777777">
        <w:tc>
          <w:tcPr>
            <w:tcW w:w="1681" w:type="dxa"/>
            <w:tcMar/>
          </w:tcPr>
          <w:p w:rsidRPr="005F58EA" w:rsidR="00CF5151" w:rsidP="498B522C" w:rsidRDefault="00CF5151" w14:paraId="7FC04B3C" w14:textId="75F6D26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0C50EDCC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0B4752A0">
              <w:rPr>
                <w:rFonts w:ascii="Corbel" w:hAnsi="Corbel"/>
                <w:b w:val="0"/>
                <w:bCs w:val="0"/>
                <w:sz w:val="23"/>
                <w:szCs w:val="23"/>
              </w:rPr>
              <w:t>1</w:t>
            </w:r>
            <w:r w:rsidRPr="498B522C" w:rsidR="0C50EDCC">
              <w:rPr>
                <w:rFonts w:ascii="Corbel" w:hAnsi="Corbel"/>
                <w:b w:val="0"/>
                <w:bCs w:val="0"/>
                <w:sz w:val="23"/>
                <w:szCs w:val="23"/>
              </w:rPr>
              <w:t>0</w:t>
            </w:r>
          </w:p>
        </w:tc>
        <w:tc>
          <w:tcPr>
            <w:tcW w:w="5974" w:type="dxa"/>
            <w:tcMar/>
          </w:tcPr>
          <w:p w:rsidRPr="005F58EA" w:rsidR="00CF5151" w:rsidP="498B522C" w:rsidRDefault="00CF5151" w14:paraId="01CCDAFB" w14:textId="77777777" w14:noSpellErr="1">
            <w:pPr>
              <w:pStyle w:val="TableParagraph"/>
              <w:spacing w:before="1"/>
              <w:ind w:left="90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Jest</w:t>
            </w:r>
            <w:r w:rsidRPr="498B522C" w:rsidR="7ACA9541">
              <w:rPr>
                <w:spacing w:val="4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gotowy</w:t>
            </w:r>
            <w:r w:rsidRPr="498B522C" w:rsidR="7ACA9541">
              <w:rPr>
                <w:spacing w:val="5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samodzielnie</w:t>
            </w:r>
            <w:r w:rsidRPr="498B522C" w:rsidR="7ACA9541">
              <w:rPr>
                <w:spacing w:val="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</w:t>
            </w:r>
            <w:r w:rsidRPr="498B522C" w:rsidR="7ACA9541">
              <w:rPr>
                <w:spacing w:val="4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krytycznie</w:t>
            </w:r>
            <w:r w:rsidRPr="498B522C" w:rsidR="7ACA9541">
              <w:rPr>
                <w:spacing w:val="5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uzupełniać</w:t>
            </w:r>
            <w:r w:rsidRPr="498B522C" w:rsidR="7ACA9541">
              <w:rPr>
                <w:spacing w:val="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wiedzę,</w:t>
            </w:r>
          </w:p>
          <w:p w:rsidRPr="005F58EA" w:rsidR="00CF5151" w:rsidP="498B522C" w:rsidRDefault="00CF5151" w14:paraId="0F13373C" w14:textId="2AF98BCD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tym</w:t>
            </w:r>
            <w:r w:rsidRPr="498B522C" w:rsidR="7ACA9541">
              <w:rPr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również</w:t>
            </w:r>
            <w:r w:rsidRPr="498B522C" w:rsidR="7ACA9541">
              <w:rPr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na</w:t>
            </w:r>
            <w:r w:rsidRPr="498B522C" w:rsidR="7ACA9541">
              <w:rPr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gruncie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interdyscyplinarnym.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179C5AB4" w14:textId="2A57B5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K_K01</w:t>
            </w:r>
          </w:p>
        </w:tc>
      </w:tr>
      <w:tr w:rsidRPr="005F58EA" w:rsidR="005F58EA" w:rsidTr="498B522C" w14:paraId="3381E920" w14:textId="77777777">
        <w:tc>
          <w:tcPr>
            <w:tcW w:w="1681" w:type="dxa"/>
            <w:tcMar/>
          </w:tcPr>
          <w:p w:rsidRPr="005F58EA" w:rsidR="00CF5151" w:rsidP="498B522C" w:rsidRDefault="00CF5151" w14:paraId="03726919" w14:textId="1CB355E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7637034C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1D8F041D">
              <w:rPr>
                <w:rFonts w:ascii="Corbel" w:hAnsi="Corbel"/>
                <w:b w:val="0"/>
                <w:bCs w:val="0"/>
                <w:sz w:val="23"/>
                <w:szCs w:val="23"/>
              </w:rPr>
              <w:t>11</w:t>
            </w:r>
          </w:p>
          <w:p w:rsidRPr="005F58EA" w:rsidR="00CF5151" w:rsidP="498B522C" w:rsidRDefault="00CF5151" w14:paraId="75486875" w14:textId="171061D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  <w:p w:rsidRPr="005F58EA" w:rsidR="00CF5151" w:rsidP="498B522C" w:rsidRDefault="00CF5151" w14:paraId="096B5793" w14:textId="4C42DE4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5F58EA" w:rsidR="00CF5151" w:rsidP="498B522C" w:rsidRDefault="00CF5151" w14:paraId="760B5A5F" w14:textId="156A3779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 xml:space="preserve">Jest zdolny do samodzielnego rozwiazywania </w:t>
            </w:r>
            <w:r w:rsidRPr="498B522C" w:rsidR="7ACA9541">
              <w:rPr>
                <w:spacing w:val="-1"/>
                <w:sz w:val="23"/>
                <w:szCs w:val="23"/>
              </w:rPr>
              <w:t>podstawowych</w:t>
            </w:r>
            <w:r w:rsidRPr="498B522C" w:rsidR="7ACA9541">
              <w:rPr>
                <w:spacing w:val="-1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problemów</w:t>
            </w:r>
            <w:r w:rsidRPr="498B522C" w:rsidR="7ACA9541">
              <w:rPr>
                <w:spacing w:val="-1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administracyjnych,</w:t>
            </w:r>
            <w:r w:rsidRPr="498B522C" w:rsidR="7ACA9541">
              <w:rPr>
                <w:spacing w:val="-1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prawnych</w:t>
            </w:r>
            <w:r w:rsidRPr="498B522C" w:rsidR="7ACA9541">
              <w:rPr>
                <w:spacing w:val="-1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 etycznych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związanych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</w:t>
            </w:r>
            <w:r w:rsidRPr="498B522C" w:rsidR="7ACA9541">
              <w:rPr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funkcjonowaniem struktur publicznych i niepublicznych;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1AB1E122" w14:textId="2877C2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K_K02</w:t>
            </w:r>
          </w:p>
        </w:tc>
      </w:tr>
      <w:tr w:rsidRPr="005F58EA" w:rsidR="005F58EA" w:rsidTr="498B522C" w14:paraId="1D148171" w14:textId="77777777">
        <w:tc>
          <w:tcPr>
            <w:tcW w:w="1681" w:type="dxa"/>
            <w:tcMar/>
          </w:tcPr>
          <w:p w:rsidRPr="005F58EA" w:rsidR="00CF5151" w:rsidP="498B522C" w:rsidRDefault="00CF5151" w14:paraId="56309BEA" w14:textId="42EF9A1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7637034C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33130106">
              <w:rPr>
                <w:rFonts w:ascii="Corbel" w:hAnsi="Corbel"/>
                <w:b w:val="0"/>
                <w:bCs w:val="0"/>
                <w:sz w:val="23"/>
                <w:szCs w:val="23"/>
              </w:rPr>
              <w:t>12</w:t>
            </w:r>
          </w:p>
          <w:p w:rsidRPr="005F58EA" w:rsidR="00CF5151" w:rsidP="498B522C" w:rsidRDefault="00CF5151" w14:paraId="78158CFE" w14:textId="6F57D04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5F58EA" w:rsidR="00CF5151" w:rsidP="498B522C" w:rsidRDefault="00CF5151" w14:paraId="6DCEE940" w14:textId="14EAB154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Uczestniczy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przygotowaniu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projektów,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</w:t>
            </w:r>
            <w:r w:rsidRPr="498B522C" w:rsidR="7ACA9541">
              <w:rPr>
                <w:spacing w:val="1"/>
                <w:sz w:val="23"/>
                <w:szCs w:val="23"/>
              </w:rPr>
              <w:t> </w:t>
            </w:r>
            <w:r w:rsidRPr="498B522C" w:rsidR="7ACA9541">
              <w:rPr>
                <w:sz w:val="23"/>
                <w:szCs w:val="23"/>
              </w:rPr>
              <w:t>uwzględnieniem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wiedzy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umiejętności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zdobytych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46"/>
                <w:sz w:val="23"/>
                <w:szCs w:val="23"/>
              </w:rPr>
              <w:t> </w:t>
            </w:r>
            <w:r w:rsidRPr="498B522C" w:rsidR="7ACA9541">
              <w:rPr>
                <w:sz w:val="23"/>
                <w:szCs w:val="23"/>
              </w:rPr>
              <w:t>trakcie</w:t>
            </w:r>
            <w:r w:rsidRPr="498B522C" w:rsidR="7ACA9541">
              <w:rPr>
                <w:spacing w:val="4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studiów</w:t>
            </w:r>
            <w:r w:rsidRPr="498B522C" w:rsidR="7ACA9541">
              <w:rPr>
                <w:spacing w:val="4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oraz</w:t>
            </w:r>
            <w:r w:rsidRPr="498B522C" w:rsidR="7ACA9541">
              <w:rPr>
                <w:spacing w:val="4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jest</w:t>
            </w:r>
            <w:r w:rsidRPr="498B522C" w:rsidR="7ACA9541">
              <w:rPr>
                <w:spacing w:val="4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gotowy</w:t>
            </w:r>
            <w:r w:rsidRPr="498B522C" w:rsidR="7ACA9541">
              <w:rPr>
                <w:spacing w:val="4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działać</w:t>
            </w:r>
            <w:r w:rsidRPr="498B522C" w:rsidR="7ACA9541">
              <w:rPr>
                <w:spacing w:val="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na rzecz</w:t>
            </w:r>
            <w:r w:rsidRPr="498B522C" w:rsidR="7ACA9541">
              <w:rPr>
                <w:spacing w:val="4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społeczeństwa,</w:t>
            </w:r>
            <w:r w:rsidRPr="498B522C" w:rsidR="7ACA9541">
              <w:rPr>
                <w:spacing w:val="4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4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tym w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instytucjach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publicznych i niepublicznych;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6EC4D75C" w14:textId="36B691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K_K03</w:t>
            </w:r>
          </w:p>
        </w:tc>
      </w:tr>
      <w:tr w:rsidRPr="005F58EA" w:rsidR="005F58EA" w:rsidTr="498B522C" w14:paraId="4492F7D6" w14:textId="77777777">
        <w:tc>
          <w:tcPr>
            <w:tcW w:w="1681" w:type="dxa"/>
            <w:tcMar/>
          </w:tcPr>
          <w:p w:rsidRPr="005F58EA" w:rsidR="00CF5151" w:rsidP="498B522C" w:rsidRDefault="00CF5151" w14:paraId="0D855D71" w14:textId="33FBD57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98B522C" w:rsidR="419BE7E8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1AA34BAC">
              <w:rPr>
                <w:rFonts w:ascii="Corbel" w:hAnsi="Corbel"/>
                <w:b w:val="0"/>
                <w:bCs w:val="0"/>
                <w:sz w:val="23"/>
                <w:szCs w:val="23"/>
              </w:rPr>
              <w:t>13</w:t>
            </w:r>
          </w:p>
          <w:p w:rsidRPr="005F58EA" w:rsidR="00CF5151" w:rsidP="498B522C" w:rsidRDefault="00CF5151" w14:paraId="1C785078" w14:textId="33D6D54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974" w:type="dxa"/>
            <w:tcMar/>
          </w:tcPr>
          <w:p w:rsidRPr="005F58EA" w:rsidR="00CF5151" w:rsidP="498B522C" w:rsidRDefault="00CF5151" w14:paraId="44076B78" w14:textId="77777777" w14:noSpellErr="1">
            <w:pPr>
              <w:pStyle w:val="TableParagraph"/>
              <w:spacing w:line="280" w:lineRule="exact"/>
              <w:ind w:left="90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Potrafi</w:t>
            </w:r>
            <w:r w:rsidRPr="498B522C" w:rsidR="7ACA9541">
              <w:rPr>
                <w:spacing w:val="3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działać</w:t>
            </w:r>
            <w:r w:rsidRPr="498B522C" w:rsidR="7ACA9541">
              <w:rPr>
                <w:spacing w:val="3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3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sposób</w:t>
            </w:r>
            <w:r w:rsidRPr="498B522C" w:rsidR="7ACA9541">
              <w:rPr>
                <w:spacing w:val="2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zorganizowany,</w:t>
            </w:r>
            <w:r w:rsidRPr="498B522C" w:rsidR="7ACA9541">
              <w:rPr>
                <w:spacing w:val="30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wykorzystując</w:t>
            </w:r>
          </w:p>
          <w:p w:rsidRPr="005F58EA" w:rsidR="00CF5151" w:rsidP="498B522C" w:rsidRDefault="00CF5151" w14:paraId="4EB3DD57" w14:textId="6BB2A6DE" w14:noSpellErr="1">
            <w:pPr>
              <w:pStyle w:val="TableParagraph"/>
              <w:spacing w:line="276" w:lineRule="auto"/>
              <w:ind w:left="90" w:right="97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wiedzę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i</w:t>
            </w:r>
            <w:r w:rsidRPr="498B522C" w:rsidR="7ACA9541">
              <w:rPr>
                <w:spacing w:val="-4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umiejętności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zdobyte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trakcie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studiów;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4DD57A1F" w14:textId="553A98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K_K04</w:t>
            </w:r>
          </w:p>
        </w:tc>
      </w:tr>
      <w:tr w:rsidRPr="005F58EA" w:rsidR="005F58EA" w:rsidTr="498B522C" w14:paraId="5EAC0CD9" w14:textId="77777777">
        <w:tc>
          <w:tcPr>
            <w:tcW w:w="1681" w:type="dxa"/>
            <w:tcMar/>
          </w:tcPr>
          <w:p w:rsidRPr="005F58EA" w:rsidR="00CF5151" w:rsidP="498B522C" w:rsidRDefault="00CF5151" w14:paraId="73BF85E7" w14:textId="2365FA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19BE7E8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6E7683C0">
              <w:rPr>
                <w:rFonts w:ascii="Corbel" w:hAnsi="Corbel"/>
                <w:b w:val="0"/>
                <w:bCs w:val="0"/>
                <w:sz w:val="23"/>
                <w:szCs w:val="23"/>
              </w:rPr>
              <w:t>14</w:t>
            </w:r>
          </w:p>
        </w:tc>
        <w:tc>
          <w:tcPr>
            <w:tcW w:w="5974" w:type="dxa"/>
            <w:tcMar/>
          </w:tcPr>
          <w:p w:rsidRPr="005F58EA" w:rsidR="00CF5151" w:rsidP="498B522C" w:rsidRDefault="00CF5151" w14:paraId="0977F142" w14:textId="77777777" w14:noSpellErr="1">
            <w:pPr>
              <w:pStyle w:val="TableParagraph"/>
              <w:spacing w:line="280" w:lineRule="exact"/>
              <w:ind w:left="90" w:hanging="0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Wykazuje</w:t>
            </w:r>
            <w:r w:rsidRPr="498B522C" w:rsidR="7ACA9541">
              <w:rPr>
                <w:spacing w:val="7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odpowiedzialność</w:t>
            </w:r>
            <w:r w:rsidRPr="498B522C" w:rsidR="7ACA9541">
              <w:rPr>
                <w:spacing w:val="7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za</w:t>
            </w:r>
            <w:r w:rsidRPr="498B522C" w:rsidR="7ACA9541">
              <w:rPr>
                <w:spacing w:val="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własne</w:t>
            </w:r>
            <w:r w:rsidRPr="498B522C" w:rsidR="7ACA9541">
              <w:rPr>
                <w:spacing w:val="7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przygotowanie</w:t>
            </w:r>
            <w:r w:rsidRPr="498B522C" w:rsidR="7ACA9541">
              <w:rPr>
                <w:spacing w:val="6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do</w:t>
            </w:r>
          </w:p>
          <w:p w:rsidRPr="005F58EA" w:rsidR="00CF5151" w:rsidP="498B522C" w:rsidRDefault="00CF5151" w14:paraId="1580D280" w14:textId="596F19D0" w14:noSpellErr="1">
            <w:pPr>
              <w:pStyle w:val="Nagwek"/>
              <w:spacing w:line="280" w:lineRule="exact"/>
              <w:ind w:left="90" w:hanging="0"/>
              <w:jc w:val="both"/>
              <w:rPr>
                <w:rFonts w:ascii="Corbel" w:hAnsi="Corbel"/>
                <w:sz w:val="23"/>
                <w:szCs w:val="23"/>
              </w:rPr>
            </w:pPr>
            <w:r w:rsidRPr="498B522C" w:rsidR="7ACA9541">
              <w:rPr>
                <w:rFonts w:ascii="Corbel" w:hAnsi="Corbel"/>
                <w:sz w:val="23"/>
                <w:szCs w:val="23"/>
              </w:rPr>
              <w:t>pracy,</w:t>
            </w:r>
            <w:r w:rsidRPr="498B522C" w:rsidR="7ACA9541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podejmowane</w:t>
            </w:r>
            <w:r w:rsidRPr="498B522C" w:rsidR="7ACA9541">
              <w:rPr>
                <w:rFonts w:ascii="Corbel" w:hAnsi="Corbel"/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decyzje,</w:t>
            </w:r>
            <w:r w:rsidRPr="498B522C" w:rsidR="7ACA9541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działania</w:t>
            </w:r>
            <w:r w:rsidRPr="498B522C" w:rsidR="7ACA9541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i</w:t>
            </w:r>
            <w:r w:rsidRPr="498B522C" w:rsidR="7ACA9541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ich</w:t>
            </w:r>
            <w:r w:rsidRPr="498B522C" w:rsidR="7ACA9541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rFonts w:ascii="Corbel" w:hAnsi="Corbel"/>
                <w:sz w:val="23"/>
                <w:szCs w:val="23"/>
              </w:rPr>
              <w:t>skutki;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1228EC64" w14:textId="0975DB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K_K05</w:t>
            </w:r>
          </w:p>
        </w:tc>
      </w:tr>
      <w:tr w:rsidRPr="005F58EA" w:rsidR="00CF5151" w:rsidTr="498B522C" w14:paraId="287F1A16" w14:textId="77777777">
        <w:tc>
          <w:tcPr>
            <w:tcW w:w="1681" w:type="dxa"/>
            <w:tcMar/>
          </w:tcPr>
          <w:p w:rsidRPr="005F58EA" w:rsidR="00CF5151" w:rsidP="498B522C" w:rsidRDefault="00CF5151" w14:paraId="5A24C7AE" w14:textId="29B1A4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1DB30786">
              <w:rPr>
                <w:rFonts w:ascii="Corbel" w:hAnsi="Corbel"/>
                <w:b w:val="0"/>
                <w:bCs w:val="0"/>
                <w:sz w:val="23"/>
                <w:szCs w:val="23"/>
              </w:rPr>
              <w:t>EK_</w:t>
            </w:r>
            <w:r w:rsidRPr="498B522C" w:rsidR="5930C4E7">
              <w:rPr>
                <w:rFonts w:ascii="Corbel" w:hAnsi="Corbel"/>
                <w:b w:val="0"/>
                <w:bCs w:val="0"/>
                <w:sz w:val="23"/>
                <w:szCs w:val="23"/>
              </w:rPr>
              <w:t>15</w:t>
            </w:r>
          </w:p>
        </w:tc>
        <w:tc>
          <w:tcPr>
            <w:tcW w:w="5974" w:type="dxa"/>
            <w:tcMar/>
          </w:tcPr>
          <w:p w:rsidRPr="005F58EA" w:rsidR="00CF5151" w:rsidP="498B522C" w:rsidRDefault="00CF5151" w14:paraId="500D41A4" w14:textId="054C7D26" w14:noSpellErr="1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spacing w:before="1" w:line="276" w:lineRule="auto"/>
              <w:ind w:left="90" w:right="100" w:firstLine="17"/>
              <w:jc w:val="both"/>
              <w:rPr>
                <w:sz w:val="23"/>
                <w:szCs w:val="23"/>
              </w:rPr>
            </w:pPr>
            <w:r w:rsidRPr="498B522C" w:rsidR="7ACA9541">
              <w:rPr>
                <w:sz w:val="23"/>
                <w:szCs w:val="23"/>
              </w:rPr>
              <w:t>Ma</w:t>
            </w:r>
            <w:r w:rsidRPr="498B522C" w:rsidR="7ACA9541">
              <w:rPr>
                <w:spacing w:val="1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świadomość</w:t>
            </w:r>
            <w:r w:rsidRPr="498B522C" w:rsidR="7ACA9541">
              <w:rPr>
                <w:spacing w:val="1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doniosłości</w:t>
            </w:r>
            <w:r w:rsidRPr="498B522C" w:rsidR="7ACA9541">
              <w:rPr>
                <w:spacing w:val="1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zachowania</w:t>
            </w:r>
            <w:r w:rsidRPr="498B522C" w:rsidR="7ACA9541">
              <w:rPr>
                <w:spacing w:val="1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się</w:t>
            </w:r>
            <w:r w:rsidRPr="498B522C" w:rsidR="7ACA9541">
              <w:rPr>
                <w:spacing w:val="19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w</w:t>
            </w:r>
            <w:r w:rsidRPr="498B522C" w:rsidR="7ACA9541">
              <w:rPr>
                <w:spacing w:val="18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sposób</w:t>
            </w:r>
            <w:r w:rsidRPr="498B522C" w:rsidR="7ACA9541">
              <w:rPr>
                <w:spacing w:val="-44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 xml:space="preserve">profesjonalny i etyczny, identyfikuje i </w:t>
            </w:r>
            <w:r w:rsidRPr="498B522C" w:rsidR="7ACA9541">
              <w:rPr>
                <w:spacing w:val="-1"/>
                <w:sz w:val="23"/>
                <w:szCs w:val="23"/>
              </w:rPr>
              <w:t>rozwiązuje</w:t>
            </w:r>
            <w:r w:rsidRPr="498B522C" w:rsidR="75E24726">
              <w:rPr>
                <w:spacing w:val="-1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dylematy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moralne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związane</w:t>
            </w:r>
            <w:r w:rsidRPr="498B522C" w:rsidR="7ACA9541">
              <w:rPr>
                <w:spacing w:val="-3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ze</w:t>
            </w:r>
            <w:r w:rsidRPr="498B522C" w:rsidR="7ACA9541">
              <w:rPr>
                <w:spacing w:val="-2"/>
                <w:sz w:val="23"/>
                <w:szCs w:val="23"/>
              </w:rPr>
              <w:t xml:space="preserve"> </w:t>
            </w:r>
            <w:r w:rsidRPr="498B522C" w:rsidR="7ACA9541">
              <w:rPr>
                <w:sz w:val="23"/>
                <w:szCs w:val="23"/>
              </w:rPr>
              <w:t>stosowaniem prawa;</w:t>
            </w:r>
          </w:p>
        </w:tc>
        <w:tc>
          <w:tcPr>
            <w:tcW w:w="1865" w:type="dxa"/>
            <w:tcMar/>
          </w:tcPr>
          <w:p w:rsidR="498B522C" w:rsidP="498B522C" w:rsidRDefault="498B522C" w14:noSpellErr="1" w14:paraId="43631BBA" w14:textId="2F1895C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3"/>
                <w:szCs w:val="23"/>
              </w:rPr>
            </w:pPr>
            <w:r w:rsidRPr="498B522C" w:rsidR="498B522C">
              <w:rPr>
                <w:rFonts w:ascii="Corbel" w:hAnsi="Corbel"/>
                <w:b w:val="0"/>
                <w:bCs w:val="0"/>
                <w:sz w:val="23"/>
                <w:szCs w:val="23"/>
              </w:rPr>
              <w:t>K_K06</w:t>
            </w:r>
          </w:p>
        </w:tc>
      </w:tr>
    </w:tbl>
    <w:p w:rsidRPr="005F58EA" w:rsidR="0085747A" w:rsidP="009C54AE" w:rsidRDefault="0085747A" w14:paraId="75E76F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F58EA" w:rsidR="0085747A" w:rsidP="009C54AE" w:rsidRDefault="00675843" w14:paraId="4AAEF71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t>3.3</w:t>
      </w:r>
      <w:r w:rsidRPr="005F58EA" w:rsidR="001D7B54">
        <w:rPr>
          <w:rFonts w:ascii="Corbel" w:hAnsi="Corbel"/>
          <w:b/>
          <w:sz w:val="24"/>
          <w:szCs w:val="24"/>
        </w:rPr>
        <w:t xml:space="preserve"> </w:t>
      </w:r>
      <w:r w:rsidRPr="005F58EA" w:rsidR="0085747A">
        <w:rPr>
          <w:rFonts w:ascii="Corbel" w:hAnsi="Corbel"/>
          <w:b/>
          <w:sz w:val="24"/>
          <w:szCs w:val="24"/>
        </w:rPr>
        <w:t>T</w:t>
      </w:r>
      <w:r w:rsidRPr="005F58E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F58EA" w:rsidR="007327BD">
        <w:rPr>
          <w:rFonts w:ascii="Corbel" w:hAnsi="Corbel"/>
          <w:sz w:val="24"/>
          <w:szCs w:val="24"/>
        </w:rPr>
        <w:t xml:space="preserve">  </w:t>
      </w:r>
    </w:p>
    <w:p w:rsidRPr="005F58EA" w:rsidR="0085747A" w:rsidP="009C54AE" w:rsidRDefault="0085747A" w14:paraId="354943C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Problematyka wykładu </w:t>
      </w:r>
    </w:p>
    <w:p w:rsidRPr="005F58EA" w:rsidR="00675843" w:rsidP="009C54AE" w:rsidRDefault="00675843" w14:paraId="56BA2C1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Pr="005F58EA" w:rsidR="005F58EA" w:rsidTr="0062227C" w14:paraId="2580BA6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088CFD1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23D713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0D1CD0B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5F58EA" w:rsidR="005F58EA" w:rsidTr="0062227C" w14:paraId="20AE24D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567BCFCB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66DF786F" w14:textId="6BDFD1F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>Istota</w:t>
            </w:r>
            <w:r w:rsidRPr="005F58EA" w:rsidR="0084091E">
              <w:rPr>
                <w:rFonts w:ascii="Corbel" w:hAnsi="Corbel" w:eastAsia="Cambria" w:cs="Calibri"/>
              </w:rPr>
              <w:t xml:space="preserve"> i pojęcie nieruchomości w prawie polskim; pojęcie</w:t>
            </w:r>
            <w:r w:rsidRPr="005F58EA">
              <w:rPr>
                <w:rFonts w:ascii="Corbel" w:hAnsi="Corbel" w:eastAsia="Cambria" w:cs="Calibri"/>
              </w:rPr>
              <w:t xml:space="preserve"> gospodarki nieruchomościami i przesłanki prawnej regulacji zasad</w:t>
            </w:r>
            <w:r w:rsidRPr="005F58EA" w:rsidR="0084091E">
              <w:rPr>
                <w:rFonts w:ascii="Corbel" w:hAnsi="Corbel" w:eastAsia="Cambria" w:cs="Calibri"/>
              </w:rPr>
              <w:t xml:space="preserve"> związanych z gospodarowaniem nieruchomości.</w:t>
            </w:r>
            <w:r w:rsidRPr="005F58EA">
              <w:rPr>
                <w:rFonts w:ascii="Corbel" w:hAnsi="Corbel" w:eastAsia="Cambria" w:cs="Calibri"/>
              </w:rPr>
              <w:t xml:space="preserve"> 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3006BA" w14:paraId="261C246D" w14:textId="446C6056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3</w:t>
            </w:r>
          </w:p>
        </w:tc>
      </w:tr>
      <w:tr w:rsidRPr="005F58EA" w:rsidR="005F58EA" w:rsidTr="0062227C" w14:paraId="61049C04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E46C62" w:rsidRDefault="00E46C62" w14:paraId="5D8B5F43" w14:textId="6B12D5A6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E46C62" w:rsidRDefault="00E46C62" w14:paraId="46D27FD5" w14:textId="2C716F9F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Zasady ogólne związane z gospodarowaniem nieruchomościami stanowiącymi własność Skarbu Państwa oraz własność jednostek samorządu terytorialnego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E46C62" w:rsidRDefault="00E46C62" w14:paraId="147ED6D6" w14:textId="7F2F1A68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</w:t>
            </w:r>
          </w:p>
        </w:tc>
      </w:tr>
      <w:tr w:rsidRPr="005F58EA" w:rsidR="005F58EA" w:rsidTr="0062227C" w14:paraId="01642E97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53C92620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E46C62" w14:paraId="66C86C6B" w14:textId="32D8441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>Zasoby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526A55" w14:paraId="31F43A0F" w14:textId="6F46772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3428FC4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62227C" w14:paraId="7B5C01DC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9F62EF" w14:paraId="13C05F2B" w14:textId="0C6D6B21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>Oddawanie nieruchomości w trwały zarząd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F58EA" w:rsidR="0062227C" w:rsidRDefault="00526A55" w14:paraId="560FB894" w14:textId="42B17C3A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500F129C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DEE9E79" w14:textId="5CB10D5F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4.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564266E4" w14:textId="0F5ADFB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Podziały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C7217FD" w14:textId="156E441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2EF1C8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34F4FCEF" w14:textId="348222BA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5.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359820B6" w14:textId="7F7B1834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Scalanie i podział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282BAF53" w14:textId="283EDCF5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6222EE6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13AC9198" w14:textId="7F29DD4F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6.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5E5A34E1" w14:textId="041C292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Prawo pierwokupu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5AB9293" w14:textId="3C42551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14E521D6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3006BA" w:rsidRDefault="00526A55" w14:paraId="38A283C2" w14:textId="22A0F183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7.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DA5893C" w14:textId="6B894FB1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 xml:space="preserve">Wywłaszczanie nieruchomości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628EA1E1" w14:textId="57C65D1E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0AA0121D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3006BA" w:rsidRDefault="003006BA" w14:paraId="7699B05B" w14:textId="2063AC55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8.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010F7A2A" w14:textId="0DBA39A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Odszkodowania za wywłaszczone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9CE4E56" w14:textId="6FEF2FF9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4711A6BD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3006BA" w:rsidRDefault="003006BA" w14:paraId="3894D77F" w14:textId="12169228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9.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411BF928" w14:textId="239AB33B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Zwrot wywłaszczonych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526A55" w14:paraId="69323B16" w14:textId="461048C3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49626AB5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3006BA" w:rsidRDefault="003006BA" w14:paraId="41E66504" w14:textId="0ADAA0EF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3006BA" w14:paraId="3EBE34C7" w14:textId="58C7AB00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Nadawanie uprawnień zawodowych rzeczoznawcom majątkowym i dokonywanie wpisów do centralnego rejestru oraz orzekanie w sprawach odpowiedzialności zawodowej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3006BA" w14:paraId="21FB8678" w14:textId="5C478BC9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0062227C" w14:paraId="01DF4DE4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3006BA" w:rsidRDefault="003006BA" w14:paraId="2EADA58D" w14:textId="375537B8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3006BA" w14:paraId="56B4E7A4" w14:textId="0BFBF73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Nabywanie nieruchomości przez cudzoziemców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526A55" w:rsidP="00526A55" w:rsidRDefault="003006BA" w14:paraId="75275B1D" w14:textId="3FCA8E90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3A20FB" w:rsidTr="007C0BC1" w14:paraId="580F8678" w14:textId="77777777">
        <w:tc>
          <w:tcPr>
            <w:tcW w:w="8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3A20FB" w:rsidP="00526A55" w:rsidRDefault="003A20FB" w14:paraId="58036BF7" w14:textId="7D85F176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5F58EA">
              <w:rPr>
                <w:rFonts w:ascii="Corbel" w:hAnsi="Corbel" w:eastAsia="Cambria" w:cs="Calibri"/>
                <w:b/>
              </w:rPr>
              <w:t>Suma: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F58EA" w:rsidR="003A20FB" w:rsidP="00526A55" w:rsidRDefault="003A20FB" w14:paraId="1651B814" w14:textId="432F5152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5F58EA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5F58EA" w:rsidR="0085747A" w:rsidP="009C54AE" w:rsidRDefault="0085747A" w14:paraId="256CD4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F58EA" w:rsidR="0085747A" w:rsidP="009C54AE" w:rsidRDefault="0085747A" w14:paraId="5B15720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F58EA" w:rsidR="009F4610">
        <w:rPr>
          <w:rFonts w:ascii="Corbel" w:hAnsi="Corbel"/>
          <w:sz w:val="24"/>
          <w:szCs w:val="24"/>
        </w:rPr>
        <w:t xml:space="preserve">, </w:t>
      </w:r>
      <w:r w:rsidRPr="005F58E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Pr="005F58EA" w:rsidR="005F58EA" w:rsidTr="498B522C" w14:paraId="05AA5F6A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25F97D5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6F4A556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11BC739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Pr="005F58EA" w:rsidR="005F58EA" w:rsidTr="498B522C" w14:paraId="3669C086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741B21E6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4FF05DD4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 xml:space="preserve">Istota i pojęcie nieruchomości w prawie polskim; pojęcie gospodarki nieruchomościami i przesłanki prawnej regulacji zasad związanych z gospodarowaniem nieruchomości. 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534C6FCC" w14:textId="77777777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3</w:t>
            </w:r>
          </w:p>
        </w:tc>
      </w:tr>
      <w:tr w:rsidRPr="005F58EA" w:rsidR="005F58EA" w:rsidTr="498B522C" w14:paraId="438EA2D5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120B9F3D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62E8905E" w14:textId="77777777">
            <w:pPr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Zasady ogólne związane z gospodarowaniem nieruchomościami stanowiącymi własność Skarbu Państwa oraz własność jednostek samorządu terytorialnego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0EF7629C" w14:textId="77777777">
            <w:pPr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</w:t>
            </w:r>
          </w:p>
        </w:tc>
      </w:tr>
      <w:tr w:rsidRPr="005F58EA" w:rsidR="005F58EA" w:rsidTr="498B522C" w14:paraId="2EC2BD01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5209AD01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2.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583EE138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>Zasoby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7F5303B9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14268E98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7FD99F4F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3.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5AC192A2" w14:textId="7777777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5F58EA">
              <w:rPr>
                <w:rFonts w:ascii="Corbel" w:hAnsi="Corbel" w:eastAsia="Cambria" w:cs="Calibri"/>
              </w:rPr>
              <w:t>Oddawanie nieruchomości w trwały zarząd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F58EA" w:rsidR="003006BA" w:rsidP="00B5109A" w:rsidRDefault="003006BA" w14:paraId="4F233149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4CB976B6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2639253A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4.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955EAE6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Podziały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02168AC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5479CD8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020BF113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5.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1F2C07EC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Scalanie i podział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738AE0B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77710549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5FCDFB9F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6.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C3AE537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>Prawo pierwokupu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A7862BE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37579683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45E4C1DF" w14:textId="77777777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7.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73EE67B1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  <w:bCs/>
              </w:rPr>
              <w:t xml:space="preserve">Wywłaszczanie nieruchomości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1C0CEFC8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3C304295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3635E4AD" w14:textId="77777777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8.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4C928675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Odszkodowania za wywłaszczone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2C3D0687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116079BC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22772A4B" w14:textId="77777777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9.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509E42C1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Zwrot wywłaszczonych nieruchomości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6273D934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3DF1ED5E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3D2ACC9B" w14:textId="77777777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10.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2DF82FB3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Nadawanie uprawnień zawodowych rzeczoznawcom majątkowym i dokonywanie wpisów do centralnego rejestru oraz orzekanie w sprawach odpowiedzialności zawodowej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254AB441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5F58EA" w:rsidTr="498B522C" w14:paraId="39701B08" w14:textId="77777777"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052BFB21" w14:textId="77777777">
            <w:pPr>
              <w:snapToGrid w:val="0"/>
              <w:spacing w:after="0" w:line="240" w:lineRule="auto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11.</w:t>
            </w:r>
          </w:p>
        </w:tc>
        <w:tc>
          <w:tcPr>
            <w:tcW w:w="7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034DDB83" w14:textId="77777777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Cs/>
              </w:rPr>
            </w:pPr>
            <w:r w:rsidRPr="005F58EA">
              <w:rPr>
                <w:rFonts w:ascii="Corbel" w:hAnsi="Corbel" w:eastAsia="Cambria" w:cs="Calibri"/>
                <w:bCs/>
              </w:rPr>
              <w:t>Nabywanie nieruchomości przez cudzoziemców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006BA" w:rsidP="00B5109A" w:rsidRDefault="003006BA" w14:paraId="5CEADEBF" w14:textId="77777777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</w:rPr>
            </w:pPr>
            <w:r w:rsidRPr="005F58EA">
              <w:rPr>
                <w:rFonts w:ascii="Corbel" w:hAnsi="Corbel" w:eastAsia="Cambria" w:cs="Calibri"/>
              </w:rPr>
              <w:t>1</w:t>
            </w:r>
          </w:p>
        </w:tc>
      </w:tr>
      <w:tr w:rsidRPr="005F58EA" w:rsidR="003A20FB" w:rsidTr="498B522C" w14:paraId="5FF73A49" w14:textId="77777777">
        <w:tc>
          <w:tcPr>
            <w:tcW w:w="8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A20FB" w:rsidP="00B5109A" w:rsidRDefault="003A20FB" w14:paraId="1D86C7AD" w14:textId="4FF0DF35">
            <w:pPr>
              <w:snapToGrid w:val="0"/>
              <w:spacing w:after="0" w:line="240" w:lineRule="auto"/>
              <w:jc w:val="both"/>
              <w:rPr>
                <w:rFonts w:ascii="Corbel" w:hAnsi="Corbel" w:eastAsia="Cambria" w:cs="Calibri"/>
                <w:b/>
              </w:rPr>
            </w:pPr>
            <w:r w:rsidRPr="005F58EA">
              <w:rPr>
                <w:rFonts w:ascii="Corbel" w:hAnsi="Corbel" w:eastAsia="Cambria" w:cs="Calibri"/>
                <w:b/>
              </w:rPr>
              <w:t xml:space="preserve">Suma: 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F58EA" w:rsidR="003A20FB" w:rsidP="00B5109A" w:rsidRDefault="003A20FB" w14:paraId="56A701A7" w14:textId="7FCD540B">
            <w:pPr>
              <w:snapToGrid w:val="0"/>
              <w:spacing w:after="0" w:line="240" w:lineRule="auto"/>
              <w:jc w:val="center"/>
              <w:rPr>
                <w:rFonts w:ascii="Corbel" w:hAnsi="Corbel" w:eastAsia="Cambria" w:cs="Calibri"/>
                <w:b/>
              </w:rPr>
            </w:pPr>
            <w:r w:rsidRPr="005F58EA">
              <w:rPr>
                <w:rFonts w:ascii="Corbel" w:hAnsi="Corbel" w:eastAsia="Cambria" w:cs="Calibri"/>
                <w:b/>
              </w:rPr>
              <w:t>15</w:t>
            </w:r>
          </w:p>
        </w:tc>
      </w:tr>
    </w:tbl>
    <w:p w:rsidRPr="005F58EA" w:rsidR="003A20FB" w:rsidP="009C54AE" w:rsidRDefault="003A20FB" w14:paraId="391763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F58EA" w:rsidR="0085747A" w:rsidP="009C54AE" w:rsidRDefault="009F4610" w14:paraId="00001FC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>3.4 Metody dydaktyczne</w:t>
      </w:r>
      <w:r w:rsidRPr="005F58EA">
        <w:rPr>
          <w:rFonts w:ascii="Corbel" w:hAnsi="Corbel"/>
          <w:b w:val="0"/>
          <w:smallCaps w:val="0"/>
          <w:szCs w:val="24"/>
        </w:rPr>
        <w:t xml:space="preserve"> </w:t>
      </w:r>
    </w:p>
    <w:p w:rsidRPr="005F58EA" w:rsidR="0085747A" w:rsidP="009C54AE" w:rsidRDefault="0085747A" w14:paraId="1FCFC2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EA" w:rsidR="00D757A4" w:rsidP="003A20FB" w:rsidRDefault="003A20FB" w14:paraId="42A8F5A9" w14:textId="597B0B3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 xml:space="preserve">Wykład: </w:t>
      </w:r>
      <w:r w:rsidRPr="005F58EA" w:rsidR="00046B86">
        <w:rPr>
          <w:rFonts w:ascii="Corbel" w:hAnsi="Corbel"/>
          <w:b w:val="0"/>
          <w:smallCaps w:val="0"/>
          <w:szCs w:val="24"/>
        </w:rPr>
        <w:t xml:space="preserve">wykład, </w:t>
      </w:r>
      <w:r w:rsidRPr="005F58EA">
        <w:rPr>
          <w:rFonts w:ascii="Corbel" w:hAnsi="Corbel"/>
          <w:b w:val="0"/>
          <w:smallCaps w:val="0"/>
          <w:szCs w:val="24"/>
        </w:rPr>
        <w:t>wykład z prezentacją multimedialną,</w:t>
      </w:r>
      <w:r w:rsidRPr="005F58EA">
        <w:rPr>
          <w:rFonts w:ascii="Calibri" w:hAnsi="Calibri"/>
          <w:b w:val="0"/>
          <w:smallCaps w:val="0"/>
          <w:sz w:val="22"/>
        </w:rPr>
        <w:t xml:space="preserve"> </w:t>
      </w:r>
      <w:r w:rsidRPr="005F58EA">
        <w:rPr>
          <w:rFonts w:ascii="Corbel" w:hAnsi="Corbel"/>
          <w:b w:val="0"/>
          <w:smallCaps w:val="0"/>
          <w:szCs w:val="24"/>
        </w:rPr>
        <w:t>metody kształcenia na odległość</w:t>
      </w:r>
    </w:p>
    <w:p w:rsidRPr="005F58EA" w:rsidR="003A20FB" w:rsidP="003A20FB" w:rsidRDefault="00D757A4" w14:paraId="27562857" w14:textId="69A5FF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 xml:space="preserve">Ćwiczenia: ćwiczenia z prezentacją multimedialną, </w:t>
      </w:r>
      <w:r w:rsidRPr="005F58EA" w:rsidR="003A20FB">
        <w:rPr>
          <w:rFonts w:ascii="Corbel" w:hAnsi="Corbel"/>
          <w:b w:val="0"/>
          <w:smallCaps w:val="0"/>
          <w:szCs w:val="24"/>
        </w:rPr>
        <w:t>analiza i interpretacja tekstów źródłowych, praca w grupach</w:t>
      </w:r>
      <w:r w:rsidRPr="005F58EA">
        <w:rPr>
          <w:rFonts w:ascii="Corbel" w:hAnsi="Corbel"/>
          <w:b w:val="0"/>
          <w:smallCaps w:val="0"/>
          <w:szCs w:val="24"/>
        </w:rPr>
        <w:t xml:space="preserve"> (rozwiązywanie zadań, dyskusja)</w:t>
      </w:r>
      <w:r w:rsidRPr="005F58EA" w:rsidR="003A20FB">
        <w:rPr>
          <w:rFonts w:ascii="Corbel" w:hAnsi="Corbel"/>
          <w:b w:val="0"/>
          <w:smallCaps w:val="0"/>
          <w:szCs w:val="24"/>
        </w:rPr>
        <w:t>, analiza przypadków, prezentacje studentów, omawianie problematyki referatów</w:t>
      </w:r>
      <w:r w:rsidRPr="005F58EA">
        <w:rPr>
          <w:rFonts w:ascii="Corbel" w:hAnsi="Corbel"/>
          <w:b w:val="0"/>
          <w:smallCaps w:val="0"/>
          <w:szCs w:val="24"/>
        </w:rPr>
        <w:t>, metody kształcenia na odległość</w:t>
      </w:r>
    </w:p>
    <w:p w:rsidRPr="005F58EA" w:rsidR="00E960BB" w:rsidP="009C54AE" w:rsidRDefault="00E960BB" w14:paraId="37434F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F58EA" w:rsidR="0085747A" w:rsidP="009C54AE" w:rsidRDefault="00C61DC5" w14:paraId="2C49AB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4. </w:t>
      </w:r>
      <w:r w:rsidRPr="005F58EA" w:rsidR="0085747A">
        <w:rPr>
          <w:rFonts w:ascii="Corbel" w:hAnsi="Corbel"/>
          <w:smallCaps w:val="0"/>
          <w:szCs w:val="24"/>
        </w:rPr>
        <w:t>METODY I KRYTERIA OCENY</w:t>
      </w:r>
      <w:r w:rsidRPr="005F58EA" w:rsidR="009F4610">
        <w:rPr>
          <w:rFonts w:ascii="Corbel" w:hAnsi="Corbel"/>
          <w:smallCaps w:val="0"/>
          <w:szCs w:val="24"/>
        </w:rPr>
        <w:t xml:space="preserve"> </w:t>
      </w:r>
    </w:p>
    <w:p w:rsidRPr="005F58EA" w:rsidR="00923D7D" w:rsidP="009C54AE" w:rsidRDefault="00923D7D" w14:paraId="21476C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F58EA" w:rsidR="0085747A" w:rsidP="009C54AE" w:rsidRDefault="0085747A" w14:paraId="4C2ADA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4.1 Sposoby weryfikacji efektów </w:t>
      </w:r>
      <w:r w:rsidRPr="005F58EA" w:rsidR="00C05F44">
        <w:rPr>
          <w:rFonts w:ascii="Corbel" w:hAnsi="Corbel"/>
          <w:smallCaps w:val="0"/>
          <w:szCs w:val="24"/>
        </w:rPr>
        <w:t>uczenia się</w:t>
      </w:r>
    </w:p>
    <w:p w:rsidRPr="005F58EA" w:rsidR="0085747A" w:rsidP="009C54AE" w:rsidRDefault="0085747A" w14:paraId="230B4E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5F58EA" w:rsidR="005F58EA" w:rsidTr="00D757A4" w14:paraId="1AAB54C2" w14:textId="77777777">
        <w:tc>
          <w:tcPr>
            <w:tcW w:w="1962" w:type="dxa"/>
            <w:vAlign w:val="center"/>
          </w:tcPr>
          <w:p w:rsidRPr="005F58EA" w:rsidR="0085747A" w:rsidP="009C54AE" w:rsidRDefault="0071620A" w14:paraId="03CFBE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5F58EA" w:rsidR="0085747A" w:rsidP="009C54AE" w:rsidRDefault="00F974DA" w14:paraId="53BF7B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5F58EA" w:rsidR="0085747A" w:rsidP="009C54AE" w:rsidRDefault="009F4610" w14:paraId="73FFE4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F58EA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5F58EA" w:rsidR="00923D7D" w:rsidP="009C54AE" w:rsidRDefault="0085747A" w14:paraId="3AE7BE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F58EA" w:rsidR="0085747A" w:rsidP="009C54AE" w:rsidRDefault="0085747A" w14:paraId="67895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F58EA" w:rsidR="005F58EA" w:rsidTr="00D757A4" w14:paraId="095615D0" w14:textId="77777777">
        <w:tc>
          <w:tcPr>
            <w:tcW w:w="1962" w:type="dxa"/>
          </w:tcPr>
          <w:p w:rsidRPr="005F58EA" w:rsidR="00FE71FC" w:rsidP="00FE71FC" w:rsidRDefault="00FE71FC" w14:paraId="0068AD28" w14:textId="09E750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K_W01</w:t>
            </w:r>
          </w:p>
        </w:tc>
        <w:tc>
          <w:tcPr>
            <w:tcW w:w="5441" w:type="dxa"/>
          </w:tcPr>
          <w:p w:rsidRPr="005F58EA" w:rsidR="00FE71FC" w:rsidP="00FE71FC" w:rsidRDefault="00FE71FC" w14:paraId="4AC77BF2" w14:textId="5F95E6E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61EAD765" w14:textId="242166D5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66F9AB9A" w14:textId="77777777">
        <w:tc>
          <w:tcPr>
            <w:tcW w:w="1962" w:type="dxa"/>
          </w:tcPr>
          <w:p w:rsidRPr="005F58EA" w:rsidR="00FE71FC" w:rsidP="00FE71FC" w:rsidRDefault="00FE71FC" w14:paraId="40979B10" w14:textId="0CCE934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K_W02</w:t>
            </w:r>
          </w:p>
        </w:tc>
        <w:tc>
          <w:tcPr>
            <w:tcW w:w="5441" w:type="dxa"/>
          </w:tcPr>
          <w:p w:rsidRPr="005F58EA" w:rsidR="00FE71FC" w:rsidP="00FE71FC" w:rsidRDefault="00FE71FC" w14:paraId="132490FA" w14:textId="14C888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7CDA8A54" w14:textId="3385CB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3D6A1986" w14:textId="77777777">
        <w:tc>
          <w:tcPr>
            <w:tcW w:w="1962" w:type="dxa"/>
          </w:tcPr>
          <w:p w:rsidRPr="005F58EA" w:rsidR="00FE71FC" w:rsidP="00FE71FC" w:rsidRDefault="00FE71FC" w14:paraId="5D5B5AB8" w14:textId="0CF67C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K_W03</w:t>
            </w:r>
          </w:p>
        </w:tc>
        <w:tc>
          <w:tcPr>
            <w:tcW w:w="5441" w:type="dxa"/>
          </w:tcPr>
          <w:p w:rsidRPr="005F58EA" w:rsidR="00FE71FC" w:rsidP="00FE71FC" w:rsidRDefault="00FE71FC" w14:paraId="14B43730" w14:textId="6C1E33F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60B5E6F4" w14:textId="2EC9EB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3722AEA0" w14:textId="77777777">
        <w:tc>
          <w:tcPr>
            <w:tcW w:w="1962" w:type="dxa"/>
          </w:tcPr>
          <w:p w:rsidRPr="005F58EA" w:rsidR="00FE71FC" w:rsidP="00FE71FC" w:rsidRDefault="00FE71FC" w14:paraId="61B4949D" w14:textId="19D490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K_W04</w:t>
            </w:r>
          </w:p>
        </w:tc>
        <w:tc>
          <w:tcPr>
            <w:tcW w:w="5441" w:type="dxa"/>
          </w:tcPr>
          <w:p w:rsidRPr="005F58EA" w:rsidR="00FE71FC" w:rsidP="00FE71FC" w:rsidRDefault="00FE71FC" w14:paraId="67B6405F" w14:textId="5DBD6F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55D06795" w14:textId="136A3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02FB63B6" w14:textId="77777777">
        <w:tc>
          <w:tcPr>
            <w:tcW w:w="1962" w:type="dxa"/>
          </w:tcPr>
          <w:p w:rsidRPr="005F58EA" w:rsidR="00FE71FC" w:rsidP="00FE71FC" w:rsidRDefault="00FE71FC" w14:paraId="7CBB3A8E" w14:textId="78544EB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K_U01</w:t>
            </w:r>
          </w:p>
        </w:tc>
        <w:tc>
          <w:tcPr>
            <w:tcW w:w="5441" w:type="dxa"/>
          </w:tcPr>
          <w:p w:rsidRPr="005F58EA" w:rsidR="00FE71FC" w:rsidP="00FE71FC" w:rsidRDefault="00FE71FC" w14:paraId="35C2651A" w14:textId="4778598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7DAD78AC" w14:textId="6C1F9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496E93C1" w14:textId="77777777">
        <w:tc>
          <w:tcPr>
            <w:tcW w:w="1962" w:type="dxa"/>
          </w:tcPr>
          <w:p w:rsidRPr="005F58EA" w:rsidR="00FE71FC" w:rsidP="00FE71FC" w:rsidRDefault="00FE71FC" w14:paraId="7B13DF10" w14:textId="7987BDC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K_U03</w:t>
            </w:r>
          </w:p>
        </w:tc>
        <w:tc>
          <w:tcPr>
            <w:tcW w:w="5441" w:type="dxa"/>
          </w:tcPr>
          <w:p w:rsidRPr="005F58EA" w:rsidR="00FE71FC" w:rsidP="00FE71FC" w:rsidRDefault="00FE71FC" w14:paraId="44615ED3" w14:textId="682EC4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667FA1C9" w14:textId="130550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663AAD31" w14:textId="77777777">
        <w:tc>
          <w:tcPr>
            <w:tcW w:w="1962" w:type="dxa"/>
          </w:tcPr>
          <w:p w:rsidRPr="005F58EA" w:rsidR="00FE71FC" w:rsidP="00FE71FC" w:rsidRDefault="00FE71FC" w14:paraId="4616E959" w14:textId="531FA82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K_U04</w:t>
            </w:r>
          </w:p>
        </w:tc>
        <w:tc>
          <w:tcPr>
            <w:tcW w:w="5441" w:type="dxa"/>
          </w:tcPr>
          <w:p w:rsidRPr="005F58EA" w:rsidR="00FE71FC" w:rsidP="00FE71FC" w:rsidRDefault="00FE71FC" w14:paraId="7802C85B" w14:textId="32E66BC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1DCD40C6" w14:textId="4DECBC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53FC7470" w14:textId="77777777">
        <w:tc>
          <w:tcPr>
            <w:tcW w:w="1962" w:type="dxa"/>
          </w:tcPr>
          <w:p w:rsidRPr="005F58EA" w:rsidR="00FE71FC" w:rsidP="00FE71FC" w:rsidRDefault="00FE71FC" w14:paraId="29D57A29" w14:textId="1893390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K_U06</w:t>
            </w:r>
          </w:p>
        </w:tc>
        <w:tc>
          <w:tcPr>
            <w:tcW w:w="5441" w:type="dxa"/>
          </w:tcPr>
          <w:p w:rsidRPr="005F58EA" w:rsidR="00FE71FC" w:rsidP="00FE71FC" w:rsidRDefault="00FE71FC" w14:paraId="7DBC329C" w14:textId="2D67033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37EE81F5" w14:textId="0DF7EC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6613D1B8" w14:textId="77777777">
        <w:tc>
          <w:tcPr>
            <w:tcW w:w="1962" w:type="dxa"/>
          </w:tcPr>
          <w:p w:rsidRPr="005F58EA" w:rsidR="00FE71FC" w:rsidP="00FE71FC" w:rsidRDefault="00FE71FC" w14:paraId="62AF45D0" w14:textId="772980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K_U07</w:t>
            </w:r>
          </w:p>
        </w:tc>
        <w:tc>
          <w:tcPr>
            <w:tcW w:w="5441" w:type="dxa"/>
          </w:tcPr>
          <w:p w:rsidRPr="005F58EA" w:rsidR="00FE71FC" w:rsidP="00FE71FC" w:rsidRDefault="00FE71FC" w14:paraId="79162FE0" w14:textId="63F40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6337931E" w14:textId="7B3450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2D0A41C5" w14:textId="77777777">
        <w:tc>
          <w:tcPr>
            <w:tcW w:w="1962" w:type="dxa"/>
          </w:tcPr>
          <w:p w:rsidRPr="005F58EA" w:rsidR="00FE71FC" w:rsidP="00FE71FC" w:rsidRDefault="00FE71FC" w14:paraId="0DC7FC87" w14:textId="393D3E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K_K01</w:t>
            </w:r>
          </w:p>
        </w:tc>
        <w:tc>
          <w:tcPr>
            <w:tcW w:w="5441" w:type="dxa"/>
          </w:tcPr>
          <w:p w:rsidRPr="005F58EA" w:rsidR="00FE71FC" w:rsidP="00FE71FC" w:rsidRDefault="00FE71FC" w14:paraId="4C2F76C6" w14:textId="0E494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53EC5874" w14:textId="044C4A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1FBFAAFD" w14:textId="77777777">
        <w:tc>
          <w:tcPr>
            <w:tcW w:w="1962" w:type="dxa"/>
          </w:tcPr>
          <w:p w:rsidRPr="005F58EA" w:rsidR="00FE71FC" w:rsidP="00FE71FC" w:rsidRDefault="00FE71FC" w14:paraId="155AE90E" w14:textId="4A4475B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K_K02</w:t>
            </w:r>
          </w:p>
        </w:tc>
        <w:tc>
          <w:tcPr>
            <w:tcW w:w="5441" w:type="dxa"/>
          </w:tcPr>
          <w:p w:rsidRPr="005F58EA" w:rsidR="00FE71FC" w:rsidP="00FE71FC" w:rsidRDefault="00FE71FC" w14:paraId="5BAB7861" w14:textId="2D5402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5C360737" w14:textId="255EC7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6DC79C59" w14:textId="77777777">
        <w:tc>
          <w:tcPr>
            <w:tcW w:w="1962" w:type="dxa"/>
          </w:tcPr>
          <w:p w:rsidRPr="005F58EA" w:rsidR="00FE71FC" w:rsidP="00FE71FC" w:rsidRDefault="00FE71FC" w14:paraId="4D9E6638" w14:textId="3320F0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K_K03</w:t>
            </w:r>
          </w:p>
        </w:tc>
        <w:tc>
          <w:tcPr>
            <w:tcW w:w="5441" w:type="dxa"/>
          </w:tcPr>
          <w:p w:rsidRPr="005F58EA" w:rsidR="00FE71FC" w:rsidP="00FE71FC" w:rsidRDefault="00FE71FC" w14:paraId="50C45FAA" w14:textId="0ADD7A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1896D720" w14:textId="401227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5F58EA" w:rsidTr="00D757A4" w14:paraId="76858CB5" w14:textId="77777777">
        <w:tc>
          <w:tcPr>
            <w:tcW w:w="1962" w:type="dxa"/>
          </w:tcPr>
          <w:p w:rsidRPr="005F58EA" w:rsidR="00FE71FC" w:rsidP="00FE71FC" w:rsidRDefault="00FE71FC" w14:paraId="67F88E44" w14:textId="471935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K_K04</w:t>
            </w:r>
          </w:p>
        </w:tc>
        <w:tc>
          <w:tcPr>
            <w:tcW w:w="5441" w:type="dxa"/>
          </w:tcPr>
          <w:p w:rsidRPr="005F58EA" w:rsidR="00FE71FC" w:rsidP="00FE71FC" w:rsidRDefault="00FE71FC" w14:paraId="4576B96B" w14:textId="6DB1DC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76B41B3B" w14:textId="1378A9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Pr="005F58EA" w:rsidR="00FE71FC" w:rsidTr="00D757A4" w14:paraId="09593E57" w14:textId="77777777">
        <w:tc>
          <w:tcPr>
            <w:tcW w:w="1962" w:type="dxa"/>
          </w:tcPr>
          <w:p w:rsidRPr="005F58EA" w:rsidR="00FE71FC" w:rsidP="00FE71FC" w:rsidRDefault="00FE71FC" w14:paraId="013E11BF" w14:textId="681261F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</w:rPr>
              <w:t>K_K05</w:t>
            </w:r>
          </w:p>
        </w:tc>
        <w:tc>
          <w:tcPr>
            <w:tcW w:w="5441" w:type="dxa"/>
          </w:tcPr>
          <w:p w:rsidRPr="005F58EA" w:rsidR="00FE71FC" w:rsidP="00FE71FC" w:rsidRDefault="00FE71FC" w14:paraId="453B7333" w14:textId="5B648C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:rsidRPr="005F58EA" w:rsidR="00FE71FC" w:rsidP="00FE71FC" w:rsidRDefault="00FE71FC" w14:paraId="14BF48D1" w14:textId="170B78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</w:tbl>
    <w:p w:rsidRPr="005F58EA" w:rsidR="00923D7D" w:rsidP="009C54AE" w:rsidRDefault="00923D7D" w14:paraId="2DAF64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EA" w:rsidR="0085747A" w:rsidP="009C54AE" w:rsidRDefault="003E1941" w14:paraId="3CA263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4.2 </w:t>
      </w:r>
      <w:r w:rsidRPr="005F58E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F58EA" w:rsidR="00923D7D">
        <w:rPr>
          <w:rFonts w:ascii="Corbel" w:hAnsi="Corbel"/>
          <w:smallCaps w:val="0"/>
          <w:szCs w:val="24"/>
        </w:rPr>
        <w:t xml:space="preserve"> </w:t>
      </w:r>
    </w:p>
    <w:p w:rsidRPr="005F58EA" w:rsidR="00923D7D" w:rsidP="009C54AE" w:rsidRDefault="00923D7D" w14:paraId="3CBF6B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F58EA" w:rsidR="005F58EA" w:rsidTr="4F52CBFE" w14:paraId="534196A8" w14:textId="77777777">
        <w:tc>
          <w:tcPr>
            <w:tcW w:w="9670" w:type="dxa"/>
            <w:tcMar/>
          </w:tcPr>
          <w:p w:rsidRPr="005F58EA" w:rsidR="00FE71FC" w:rsidP="00FE71FC" w:rsidRDefault="00FE71FC" w14:paraId="67866C9E" w14:textId="77777777">
            <w:pPr>
              <w:pStyle w:val="Punktygwne"/>
              <w:spacing w:before="0" w:after="0"/>
              <w:jc w:val="both"/>
            </w:pPr>
            <w:r w:rsidRPr="005F58EA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:rsidRPr="005F58EA" w:rsidR="00FE71FC" w:rsidP="00FE71FC" w:rsidRDefault="00FE71FC" w14:paraId="2B01C93C" w14:textId="77777777">
            <w:pPr>
              <w:pStyle w:val="Punktygwne"/>
              <w:spacing w:before="0" w:after="0"/>
              <w:jc w:val="both"/>
            </w:pPr>
            <w:r w:rsidRPr="005F58EA">
              <w:rPr>
                <w:rFonts w:ascii="Corbel" w:hAnsi="Corbel"/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:rsidRPr="005F58EA" w:rsidR="0085747A" w:rsidP="009C54AE" w:rsidRDefault="00FE71FC" w14:paraId="3C683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:rsidRPr="005F58EA" w:rsidR="00ED0340" w:rsidP="00ED0340" w:rsidRDefault="00ED0340" w14:paraId="750638AB" w14:textId="23DF3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DO EGZAMINU ORAZ ĆWICZEŃ STOSUJE SIĘ PRZELICZNIK ZA ODPOWIEDNI PROCENT UZYSKANYCH PUNKTÓW: </w:t>
            </w:r>
          </w:p>
          <w:p w:rsidRPr="005F58EA" w:rsidR="00ED0340" w:rsidP="00ED0340" w:rsidRDefault="00ED0340" w14:paraId="0AB8FF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Pr="005F58EA" w:rsidR="00ED0340" w:rsidP="00ED0340" w:rsidRDefault="00ED0340" w14:paraId="762C6D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:rsidRPr="005F58EA" w:rsidR="00ED0340" w:rsidP="00ED0340" w:rsidRDefault="00ED0340" w14:paraId="2178D8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Pr="005F58EA" w:rsidR="00ED0340" w:rsidP="00ED0340" w:rsidRDefault="00ED0340" w14:paraId="34128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Pr="005F58EA" w:rsidR="00ED0340" w:rsidP="4F52CBFE" w:rsidRDefault="00ED0340" w14:paraId="456EBBA9" w14:textId="217D4AE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- 81% </w:t>
            </w: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>- 90</w:t>
            </w: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>% - DOBRY PLUS,</w:t>
            </w:r>
          </w:p>
          <w:p w:rsidRPr="005F58EA" w:rsidR="00ED0340" w:rsidP="4F52CBFE" w:rsidRDefault="00ED0340" w14:paraId="6A9AE49F" w14:textId="428F424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- 91% </w:t>
            </w: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>- 100</w:t>
            </w:r>
            <w:r w:rsidRPr="4F52CBFE" w:rsidR="2E05B216">
              <w:rPr>
                <w:rFonts w:ascii="Corbel" w:hAnsi="Corbel"/>
                <w:b w:val="0"/>
                <w:bCs w:val="0"/>
                <w:caps w:val="0"/>
                <w:smallCaps w:val="0"/>
              </w:rPr>
              <w:t>% - BARDZO DOBRY.</w:t>
            </w:r>
          </w:p>
        </w:tc>
      </w:tr>
    </w:tbl>
    <w:p w:rsidRPr="005F58EA" w:rsidR="0085747A" w:rsidP="009C54AE" w:rsidRDefault="0085747A" w14:paraId="163D7E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EA" w:rsidR="009F4610" w:rsidP="009C54AE" w:rsidRDefault="0085747A" w14:paraId="50223C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t xml:space="preserve">5. </w:t>
      </w:r>
      <w:r w:rsidRPr="005F58E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F58EA" w:rsidR="0085747A" w:rsidP="009C54AE" w:rsidRDefault="0085747A" w14:paraId="4C671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5F58EA" w:rsidR="005F58EA" w:rsidTr="001F5DF4" w14:paraId="2D4EBBB0" w14:textId="77777777">
        <w:tc>
          <w:tcPr>
            <w:tcW w:w="4902" w:type="dxa"/>
            <w:vAlign w:val="center"/>
          </w:tcPr>
          <w:p w:rsidRPr="005F58EA" w:rsidR="0085747A" w:rsidP="009C54AE" w:rsidRDefault="00C61DC5" w14:paraId="2AC07A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5F58E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5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5F58EA" w:rsidR="0085747A" w:rsidP="009C54AE" w:rsidRDefault="00C61DC5" w14:paraId="351979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F58E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58E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5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F58EA" w:rsidR="005F58EA" w:rsidTr="001F5DF4" w14:paraId="256F7E77" w14:textId="77777777">
        <w:tc>
          <w:tcPr>
            <w:tcW w:w="4902" w:type="dxa"/>
          </w:tcPr>
          <w:p w:rsidRPr="005F58EA" w:rsidR="001F5DF4" w:rsidP="001F5DF4" w:rsidRDefault="001F5DF4" w14:paraId="4083246E" w14:textId="1EF9D4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8" w:type="dxa"/>
          </w:tcPr>
          <w:p w:rsidRPr="005F58EA" w:rsidR="001F5DF4" w:rsidP="001F5DF4" w:rsidRDefault="001F5DF4" w14:paraId="714B57A4" w14:textId="77777777">
            <w:pPr>
              <w:pStyle w:val="Akapitzlist"/>
              <w:spacing w:after="120" w:line="240" w:lineRule="auto"/>
              <w:ind w:left="0"/>
            </w:pPr>
            <w:r w:rsidRPr="005F58EA">
              <w:rPr>
                <w:rFonts w:ascii="Corbel" w:hAnsi="Corbel"/>
              </w:rPr>
              <w:t>15 godz. - wykład</w:t>
            </w:r>
          </w:p>
          <w:p w:rsidRPr="005F58EA" w:rsidR="001F5DF4" w:rsidP="001F5DF4" w:rsidRDefault="001F5DF4" w14:paraId="02197378" w14:textId="20FE32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 godz. - ćw.</w:t>
            </w:r>
          </w:p>
        </w:tc>
      </w:tr>
      <w:tr w:rsidRPr="005F58EA" w:rsidR="005F58EA" w:rsidTr="001F5DF4" w14:paraId="28E42728" w14:textId="77777777">
        <w:tc>
          <w:tcPr>
            <w:tcW w:w="4902" w:type="dxa"/>
          </w:tcPr>
          <w:p w:rsidRPr="005F58EA" w:rsidR="001F5DF4" w:rsidP="001F5DF4" w:rsidRDefault="001F5DF4" w14:paraId="58A12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5F58EA" w:rsidR="001F5DF4" w:rsidP="001F5DF4" w:rsidRDefault="001F5DF4" w14:paraId="34BFF5C4" w14:textId="39218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5F58EA" w:rsidR="001F5DF4" w:rsidP="001F5DF4" w:rsidRDefault="001F5DF4" w14:paraId="434428F5" w14:textId="5766E0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Pr="005F58EA" w:rsidR="005F58EA" w:rsidTr="001F5DF4" w14:paraId="018C2E86" w14:textId="77777777">
        <w:tc>
          <w:tcPr>
            <w:tcW w:w="4902" w:type="dxa"/>
          </w:tcPr>
          <w:p w:rsidRPr="005F58EA" w:rsidR="001F5DF4" w:rsidP="001F5DF4" w:rsidRDefault="001F5DF4" w14:paraId="31808A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58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58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5F58EA" w:rsidR="001F5DF4" w:rsidP="001F5DF4" w:rsidRDefault="001F5DF4" w14:paraId="5EF48795" w14:textId="2B474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5F58EA" w:rsidR="001F5DF4" w:rsidP="001F5DF4" w:rsidRDefault="001F5DF4" w14:paraId="66024E8C" w14:textId="11D42C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 xml:space="preserve">80 godz. </w:t>
            </w:r>
          </w:p>
        </w:tc>
      </w:tr>
      <w:tr w:rsidRPr="005F58EA" w:rsidR="005F58EA" w:rsidTr="001F5DF4" w14:paraId="1D02EEFB" w14:textId="77777777">
        <w:tc>
          <w:tcPr>
            <w:tcW w:w="4902" w:type="dxa"/>
          </w:tcPr>
          <w:p w:rsidRPr="005F58EA" w:rsidR="001F5DF4" w:rsidP="001F5DF4" w:rsidRDefault="001F5DF4" w14:paraId="79E1801A" w14:textId="401956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5F58EA" w:rsidR="001F5DF4" w:rsidP="001F5DF4" w:rsidRDefault="001F5DF4" w14:paraId="5AFC52D7" w14:textId="272560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112 godzin</w:t>
            </w:r>
          </w:p>
        </w:tc>
      </w:tr>
      <w:tr w:rsidRPr="005F58EA" w:rsidR="005F58EA" w:rsidTr="001F5DF4" w14:paraId="093E2AD5" w14:textId="77777777">
        <w:tc>
          <w:tcPr>
            <w:tcW w:w="4902" w:type="dxa"/>
          </w:tcPr>
          <w:p w:rsidRPr="005F58EA" w:rsidR="001F5DF4" w:rsidP="001F5DF4" w:rsidRDefault="001F5DF4" w14:paraId="1496C3BD" w14:textId="1AD6EA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5F58EA" w:rsidR="001F5DF4" w:rsidP="001F5DF4" w:rsidRDefault="001F5DF4" w14:paraId="76DFF81B" w14:textId="41EA3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:rsidRPr="005F58EA" w:rsidR="0085747A" w:rsidP="009C54AE" w:rsidRDefault="00923D7D" w14:paraId="30FDED2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58E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F58E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5F58EA" w:rsidR="003E1941" w:rsidP="009C54AE" w:rsidRDefault="003E1941" w14:paraId="187F6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EA" w:rsidR="0085747A" w:rsidP="009C54AE" w:rsidRDefault="0071620A" w14:paraId="6BAC9D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6. </w:t>
      </w:r>
      <w:r w:rsidRPr="005F58EA" w:rsidR="0085747A">
        <w:rPr>
          <w:rFonts w:ascii="Corbel" w:hAnsi="Corbel"/>
          <w:smallCaps w:val="0"/>
          <w:szCs w:val="24"/>
        </w:rPr>
        <w:t>PRAKTYKI ZAWO</w:t>
      </w:r>
      <w:r w:rsidRPr="005F58EA" w:rsidR="009D3F3B">
        <w:rPr>
          <w:rFonts w:ascii="Corbel" w:hAnsi="Corbel"/>
          <w:smallCaps w:val="0"/>
          <w:szCs w:val="24"/>
        </w:rPr>
        <w:t>DOWE W RAMACH PRZEDMIOTU</w:t>
      </w:r>
    </w:p>
    <w:p w:rsidRPr="005F58EA" w:rsidR="0085747A" w:rsidP="009C54AE" w:rsidRDefault="0085747A" w14:paraId="5832192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5F58EA" w:rsidR="005F58EA" w:rsidTr="0071620A" w14:paraId="6A6206F6" w14:textId="77777777">
        <w:trPr>
          <w:trHeight w:val="397"/>
        </w:trPr>
        <w:tc>
          <w:tcPr>
            <w:tcW w:w="3544" w:type="dxa"/>
          </w:tcPr>
          <w:p w:rsidRPr="005F58EA" w:rsidR="0085747A" w:rsidP="009C54AE" w:rsidRDefault="0085747A" w14:paraId="14FAF7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5F58EA" w:rsidR="0085747A" w:rsidP="009C54AE" w:rsidRDefault="001F5DF4" w14:paraId="7AE2D067" w14:textId="1B42FA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Pr="005F58EA" w:rsidR="0085747A" w:rsidTr="0071620A" w14:paraId="4F558F77" w14:textId="77777777">
        <w:trPr>
          <w:trHeight w:val="397"/>
        </w:trPr>
        <w:tc>
          <w:tcPr>
            <w:tcW w:w="3544" w:type="dxa"/>
          </w:tcPr>
          <w:p w:rsidRPr="005F58EA" w:rsidR="0085747A" w:rsidP="009C54AE" w:rsidRDefault="0085747A" w14:paraId="4DB1FB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5F58EA" w:rsidR="0085747A" w:rsidP="009C54AE" w:rsidRDefault="001F5DF4" w14:paraId="40170CDF" w14:textId="5496A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5F58EA" w:rsidR="003E1941" w:rsidP="009C54AE" w:rsidRDefault="003E1941" w14:paraId="206DBA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F58EA" w:rsidR="0085747A" w:rsidP="009C54AE" w:rsidRDefault="00675843" w14:paraId="2CA6D3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7. </w:t>
      </w:r>
      <w:r w:rsidRPr="005F58EA" w:rsidR="0085747A">
        <w:rPr>
          <w:rFonts w:ascii="Corbel" w:hAnsi="Corbel"/>
          <w:smallCaps w:val="0"/>
          <w:szCs w:val="24"/>
        </w:rPr>
        <w:t>LITERATURA</w:t>
      </w:r>
      <w:r w:rsidRPr="005F58EA">
        <w:rPr>
          <w:rFonts w:ascii="Corbel" w:hAnsi="Corbel"/>
          <w:smallCaps w:val="0"/>
          <w:szCs w:val="24"/>
        </w:rPr>
        <w:t xml:space="preserve"> </w:t>
      </w:r>
    </w:p>
    <w:p w:rsidRPr="005F58EA" w:rsidR="00675843" w:rsidP="009C54AE" w:rsidRDefault="00675843" w14:paraId="170900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5F58EA" w:rsidR="005F58EA" w:rsidTr="498B522C" w14:paraId="43415488" w14:textId="77777777">
        <w:trPr>
          <w:trHeight w:val="397"/>
        </w:trPr>
        <w:tc>
          <w:tcPr>
            <w:tcW w:w="7513" w:type="dxa"/>
            <w:tcMar/>
          </w:tcPr>
          <w:p w:rsidRPr="005F58EA" w:rsidR="0085747A" w:rsidP="498B522C" w:rsidRDefault="0085747A" w14:paraId="57649D5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98B522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498B522C" w:rsidP="498B522C" w:rsidRDefault="498B522C" w14:paraId="60766E98" w14:textId="1EB7468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F58EA" w:rsidR="001F5DF4" w:rsidP="00757E98" w:rsidRDefault="003079C0" w14:paraId="395646F2" w14:textId="22DF31A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M. Wierzbowski (red.), </w:t>
            </w:r>
            <w:r w:rsidRPr="005F58E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, Wyd.1</w:t>
            </w:r>
            <w:r w:rsidRPr="005F58EA" w:rsidR="00C0212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Pr="005F58EA" w:rsidR="00C02120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Pr="005F58EA" w:rsidR="00C0212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:rsidRPr="005F58EA" w:rsidR="00F84CEE" w:rsidP="00757E98" w:rsidRDefault="00F84CEE" w14:paraId="6780E328" w14:textId="121EF00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, B. Jaworska-Dębska, E. Olejniczak-Szałowska, M. </w:t>
            </w:r>
            <w:proofErr w:type="spellStart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58E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administracyjne materialne,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Wyd. 3, Wydawnictwo Wolters Kluwer, Warszawa 2020</w:t>
            </w:r>
          </w:p>
          <w:p w:rsidRPr="005F58EA" w:rsidR="00C02120" w:rsidP="00ED0340" w:rsidRDefault="00757E98" w14:paraId="4F712911" w14:textId="0FAB1D5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proofErr w:type="spellStart"/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>Durzyńska</w:t>
            </w:r>
            <w:proofErr w:type="spellEnd"/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Pr="005F58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Podział nieruchomości,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Wyd. 2, Wydawnictwo Wolters Kluwer, Warszawa 2021</w:t>
            </w:r>
          </w:p>
        </w:tc>
      </w:tr>
      <w:tr w:rsidRPr="005F58EA" w:rsidR="0085747A" w:rsidTr="498B522C" w14:paraId="1964EF22" w14:textId="77777777">
        <w:trPr>
          <w:trHeight w:val="397"/>
        </w:trPr>
        <w:tc>
          <w:tcPr>
            <w:tcW w:w="7513" w:type="dxa"/>
            <w:tcMar/>
          </w:tcPr>
          <w:p w:rsidRPr="005F58EA" w:rsidR="0085747A" w:rsidP="498B522C" w:rsidRDefault="0085747A" w14:paraId="32B42C51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498B522C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498B522C" w:rsidP="498B522C" w:rsidRDefault="498B522C" w14:paraId="426313AD" w14:textId="0B9CB2A0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5F58EA" w:rsidR="00757E98" w:rsidP="00757E98" w:rsidRDefault="00757E98" w14:paraId="43611F0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R. Strzelczyk, </w:t>
            </w:r>
            <w:r w:rsidRPr="005F58E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nieruchomości, </w:t>
            </w:r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>Wyd. 6, Wydawnictwo C.H. Beck, Warszawa 2019</w:t>
            </w:r>
          </w:p>
          <w:p w:rsidRPr="005F58EA" w:rsidR="00757E98" w:rsidP="00757E98" w:rsidRDefault="00757E98" w14:paraId="3C54B9B3" w14:textId="2E1053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Bończak-Kucharczyk, </w:t>
            </w:r>
            <w:r w:rsidRPr="005F58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Ustawa o gospodarce nieruchomościami. Komentarz, </w:t>
            </w:r>
            <w:r w:rsidRPr="005F58EA">
              <w:rPr>
                <w:rFonts w:ascii="Corbel" w:hAnsi="Corbel"/>
                <w:b w:val="0"/>
                <w:iCs/>
                <w:smallCaps w:val="0"/>
                <w:szCs w:val="24"/>
              </w:rPr>
              <w:t>Wyd. 6, Wydawnictwo Wolters Kluwer, Warszawa 2020</w:t>
            </w:r>
          </w:p>
        </w:tc>
      </w:tr>
    </w:tbl>
    <w:p w:rsidRPr="005F58EA" w:rsidR="0085747A" w:rsidP="009C54AE" w:rsidRDefault="0085747A" w14:paraId="50369C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F58EA" w:rsidR="0085747A" w:rsidP="009C54AE" w:rsidRDefault="0085747A" w14:paraId="5A1C00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F58EA" w:rsidR="0085747A" w:rsidP="00F83B28" w:rsidRDefault="0085747A" w14:paraId="7F5888D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F58E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492A" w:rsidP="00C16ABF" w:rsidRDefault="001F492A" w14:paraId="4ADA480F" w14:textId="77777777">
      <w:pPr>
        <w:spacing w:after="0" w:line="240" w:lineRule="auto"/>
      </w:pPr>
      <w:r>
        <w:separator/>
      </w:r>
    </w:p>
  </w:endnote>
  <w:endnote w:type="continuationSeparator" w:id="0">
    <w:p w:rsidR="001F492A" w:rsidP="00C16ABF" w:rsidRDefault="001F492A" w14:paraId="5507C0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492A" w:rsidP="00C16ABF" w:rsidRDefault="001F492A" w14:paraId="059EC142" w14:textId="77777777">
      <w:pPr>
        <w:spacing w:after="0" w:line="240" w:lineRule="auto"/>
      </w:pPr>
      <w:r>
        <w:separator/>
      </w:r>
    </w:p>
  </w:footnote>
  <w:footnote w:type="continuationSeparator" w:id="0">
    <w:p w:rsidR="001F492A" w:rsidP="00C16ABF" w:rsidRDefault="001F492A" w14:paraId="6BFBFF7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15962A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8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D657B"/>
    <w:rsid w:val="001D7914"/>
    <w:rsid w:val="001D7B54"/>
    <w:rsid w:val="001E0209"/>
    <w:rsid w:val="001F2CA2"/>
    <w:rsid w:val="001F492A"/>
    <w:rsid w:val="001F5DF4"/>
    <w:rsid w:val="002144C0"/>
    <w:rsid w:val="002205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6FE9"/>
    <w:rsid w:val="0034759A"/>
    <w:rsid w:val="003503F6"/>
    <w:rsid w:val="003530DD"/>
    <w:rsid w:val="00363F78"/>
    <w:rsid w:val="003A0A5B"/>
    <w:rsid w:val="003A1176"/>
    <w:rsid w:val="003A20F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A55"/>
    <w:rsid w:val="0053188B"/>
    <w:rsid w:val="005363C4"/>
    <w:rsid w:val="00536BDE"/>
    <w:rsid w:val="00543ACC"/>
    <w:rsid w:val="00545C34"/>
    <w:rsid w:val="0056696D"/>
    <w:rsid w:val="00585E0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8EA"/>
    <w:rsid w:val="0061029B"/>
    <w:rsid w:val="00617230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1B5B"/>
    <w:rsid w:val="00696477"/>
    <w:rsid w:val="006C16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E9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571"/>
    <w:rsid w:val="0081707E"/>
    <w:rsid w:val="0084091E"/>
    <w:rsid w:val="0084123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EF"/>
    <w:rsid w:val="00A00ECC"/>
    <w:rsid w:val="00A03549"/>
    <w:rsid w:val="00A03F3F"/>
    <w:rsid w:val="00A155EE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C5A"/>
    <w:rsid w:val="00CD6897"/>
    <w:rsid w:val="00CE02C0"/>
    <w:rsid w:val="00CE5BAC"/>
    <w:rsid w:val="00CF25BE"/>
    <w:rsid w:val="00CF5151"/>
    <w:rsid w:val="00CF78ED"/>
    <w:rsid w:val="00D02B25"/>
    <w:rsid w:val="00D02EBA"/>
    <w:rsid w:val="00D11B1D"/>
    <w:rsid w:val="00D17C3C"/>
    <w:rsid w:val="00D26B2C"/>
    <w:rsid w:val="00D352C9"/>
    <w:rsid w:val="00D425B2"/>
    <w:rsid w:val="00D428D6"/>
    <w:rsid w:val="00D5346C"/>
    <w:rsid w:val="00D552B2"/>
    <w:rsid w:val="00D608D1"/>
    <w:rsid w:val="00D74119"/>
    <w:rsid w:val="00D757A4"/>
    <w:rsid w:val="00D8075B"/>
    <w:rsid w:val="00D8678B"/>
    <w:rsid w:val="00DA2114"/>
    <w:rsid w:val="00DB2FDB"/>
    <w:rsid w:val="00DE09C0"/>
    <w:rsid w:val="00DE4A14"/>
    <w:rsid w:val="00DF2A59"/>
    <w:rsid w:val="00DF320D"/>
    <w:rsid w:val="00DF71C8"/>
    <w:rsid w:val="00E129B8"/>
    <w:rsid w:val="00E170D7"/>
    <w:rsid w:val="00E21E7D"/>
    <w:rsid w:val="00E22FBC"/>
    <w:rsid w:val="00E24BF5"/>
    <w:rsid w:val="00E25338"/>
    <w:rsid w:val="00E46C6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32D2"/>
    <w:rsid w:val="00EE32DE"/>
    <w:rsid w:val="00EE5457"/>
    <w:rsid w:val="00F070AB"/>
    <w:rsid w:val="00F0A617"/>
    <w:rsid w:val="00F17567"/>
    <w:rsid w:val="00F27A7B"/>
    <w:rsid w:val="00F526AF"/>
    <w:rsid w:val="00F617C3"/>
    <w:rsid w:val="00F7066B"/>
    <w:rsid w:val="00F83B28"/>
    <w:rsid w:val="00F84CEE"/>
    <w:rsid w:val="00F91C3D"/>
    <w:rsid w:val="00F9427A"/>
    <w:rsid w:val="00F974DA"/>
    <w:rsid w:val="00FA46E5"/>
    <w:rsid w:val="00FB7DBA"/>
    <w:rsid w:val="00FC1097"/>
    <w:rsid w:val="00FC1C25"/>
    <w:rsid w:val="00FC3F45"/>
    <w:rsid w:val="00FD503F"/>
    <w:rsid w:val="00FD7589"/>
    <w:rsid w:val="00FE71FC"/>
    <w:rsid w:val="00FF016A"/>
    <w:rsid w:val="00FF1401"/>
    <w:rsid w:val="00FF5E7D"/>
    <w:rsid w:val="0877A8C4"/>
    <w:rsid w:val="0877A8C4"/>
    <w:rsid w:val="0A137925"/>
    <w:rsid w:val="0B4752A0"/>
    <w:rsid w:val="0C50EDCC"/>
    <w:rsid w:val="0FF81DF1"/>
    <w:rsid w:val="10AB60A9"/>
    <w:rsid w:val="13124DFD"/>
    <w:rsid w:val="19818F81"/>
    <w:rsid w:val="1AA34BAC"/>
    <w:rsid w:val="1D8F041D"/>
    <w:rsid w:val="1DB30786"/>
    <w:rsid w:val="202D3F5B"/>
    <w:rsid w:val="229C214F"/>
    <w:rsid w:val="23659E0A"/>
    <w:rsid w:val="28EFA5DD"/>
    <w:rsid w:val="2A3AEDE8"/>
    <w:rsid w:val="2A6815B0"/>
    <w:rsid w:val="2E05B216"/>
    <w:rsid w:val="33130106"/>
    <w:rsid w:val="34C92B1B"/>
    <w:rsid w:val="36F38029"/>
    <w:rsid w:val="3DBDE31E"/>
    <w:rsid w:val="40A0F8DD"/>
    <w:rsid w:val="419BE7E8"/>
    <w:rsid w:val="498B522C"/>
    <w:rsid w:val="4B27228D"/>
    <w:rsid w:val="4B291C5D"/>
    <w:rsid w:val="4F23E0B2"/>
    <w:rsid w:val="4F52CBFE"/>
    <w:rsid w:val="5930C4E7"/>
    <w:rsid w:val="5AE2B3FD"/>
    <w:rsid w:val="5D9FE90F"/>
    <w:rsid w:val="5FC45971"/>
    <w:rsid w:val="66BDE496"/>
    <w:rsid w:val="696AD7B5"/>
    <w:rsid w:val="6E7683C0"/>
    <w:rsid w:val="6FBC3546"/>
    <w:rsid w:val="6FD16E19"/>
    <w:rsid w:val="7112B08A"/>
    <w:rsid w:val="71D19FEF"/>
    <w:rsid w:val="72C5AE4E"/>
    <w:rsid w:val="75E24726"/>
    <w:rsid w:val="7637034C"/>
    <w:rsid w:val="78E00100"/>
    <w:rsid w:val="7ACA9541"/>
    <w:rsid w:val="7BC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styleId="Zawartotabeli" w:customStyle="1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12</revision>
  <lastPrinted>2021-12-17T09:21:00.0000000Z</lastPrinted>
  <dcterms:created xsi:type="dcterms:W3CDTF">2021-12-08T23:06:00.0000000Z</dcterms:created>
  <dcterms:modified xsi:type="dcterms:W3CDTF">2022-01-20T10:36:09.6465761Z</dcterms:modified>
</coreProperties>
</file>